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FA" w:rsidRPr="002F69D3" w:rsidRDefault="009574F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1、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一种固态发酵小麦麸饲料，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其特征在于：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包括以下重量份的原料：小麦麸1-3份、营养液1.2-3.2份、黑曲霉菌-绿色木霉菌-粗糙链孢霉菌的复合菌悬液0.15-0.45份、热带假丝酵母菌悬液0.05-0.15份</w:t>
      </w:r>
      <w:r w:rsidR="002327AE" w:rsidRPr="002F69D3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330F54" w:rsidRPr="002F69D3">
        <w:rPr>
          <w:rFonts w:asciiTheme="minorEastAsia" w:eastAsiaTheme="minorEastAsia" w:hAnsiTheme="minorEastAsia" w:hint="eastAsia"/>
          <w:sz w:val="28"/>
          <w:szCs w:val="28"/>
        </w:rPr>
        <w:t>所述</w:t>
      </w:r>
      <w:r w:rsidR="00330F54" w:rsidRPr="002F69D3">
        <w:rPr>
          <w:rFonts w:asciiTheme="minorEastAsia" w:eastAsiaTheme="minorEastAsia" w:hAnsiTheme="minorEastAsia"/>
          <w:sz w:val="28"/>
          <w:szCs w:val="28"/>
        </w:rPr>
        <w:t>黑曲霉菌-绿色木霉菌-粗糙链孢霉菌的复合菌悬液</w:t>
      </w:r>
      <w:r w:rsidR="00C35A9C" w:rsidRPr="00C35A9C">
        <w:rPr>
          <w:rFonts w:asciiTheme="minorEastAsia" w:eastAsiaTheme="minorEastAsia" w:hAnsiTheme="minorEastAsia" w:hint="eastAsia"/>
          <w:sz w:val="28"/>
          <w:szCs w:val="28"/>
        </w:rPr>
        <w:t>和热带假丝酵</w:t>
      </w:r>
      <w:bookmarkStart w:id="0" w:name="_GoBack"/>
      <w:bookmarkEnd w:id="0"/>
      <w:r w:rsidR="00C35A9C" w:rsidRPr="00C35A9C">
        <w:rPr>
          <w:rFonts w:asciiTheme="minorEastAsia" w:eastAsiaTheme="minorEastAsia" w:hAnsiTheme="minorEastAsia" w:hint="eastAsia"/>
          <w:sz w:val="28"/>
          <w:szCs w:val="28"/>
        </w:rPr>
        <w:t>母菌悬液的制备方法</w:t>
      </w:r>
      <w:r w:rsidRPr="002F69D3">
        <w:rPr>
          <w:rFonts w:asciiTheme="minorEastAsia" w:eastAsiaTheme="minorEastAsia" w:hAnsiTheme="minorEastAsia"/>
          <w:sz w:val="28"/>
          <w:szCs w:val="28"/>
        </w:rPr>
        <w:t>，包括以下步骤：</w:t>
      </w:r>
    </w:p>
    <w:p w:rsidR="009574FA" w:rsidRPr="002F69D3" w:rsidRDefault="009574F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步骤1，配制综合PDA培养基和麦芽汁琼脂培养基；</w:t>
      </w:r>
    </w:p>
    <w:p w:rsidR="009574FA" w:rsidRPr="002F69D3" w:rsidRDefault="009574F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步骤2，将黑曲霉菌(H)、绿色木霉菌(L)和粗糙链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霉菌(C)分别接种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至综合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PDA培养基进行活化，以及将热带假丝酵母菌(J)接种于麦芽汁琼脂培养基进行活化；活化后分别使用无菌水冲洗平板上的菌丝或孢子，即得单菌株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悬液；</w:t>
      </w:r>
    </w:p>
    <w:p w:rsidR="00284951" w:rsidRPr="002F69D3" w:rsidRDefault="009574FA" w:rsidP="00C40631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步骤3，将黑曲霉菌(H)、绿色木霉菌(L)和粗糙链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霉菌(C)的单菌株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悬液分别接种于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液体培养基一中</w:t>
      </w:r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于</w:t>
      </w:r>
      <w:r w:rsidR="00C40631" w:rsidRPr="002F69D3">
        <w:rPr>
          <w:rFonts w:asciiTheme="minorEastAsia" w:eastAsiaTheme="minorEastAsia" w:hAnsiTheme="minorEastAsia"/>
          <w:sz w:val="28"/>
          <w:szCs w:val="28"/>
        </w:rPr>
        <w:t>28</w:t>
      </w:r>
      <w:r w:rsidR="00C40631" w:rsidRPr="002F69D3">
        <w:rPr>
          <w:rFonts w:asciiTheme="minorEastAsia" w:eastAsiaTheme="minorEastAsia" w:hAnsiTheme="minorEastAsia" w:cs="宋体"/>
          <w:sz w:val="28"/>
          <w:szCs w:val="28"/>
        </w:rPr>
        <w:t>℃</w:t>
      </w:r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恒温</w:t>
      </w:r>
      <w:r w:rsidR="00C40631" w:rsidRPr="002F69D3">
        <w:rPr>
          <w:rFonts w:asciiTheme="minorEastAsia" w:eastAsiaTheme="minorEastAsia" w:hAnsiTheme="minorEastAsia"/>
          <w:sz w:val="28"/>
          <w:szCs w:val="28"/>
        </w:rPr>
        <w:t>160</w:t>
      </w:r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～</w:t>
      </w:r>
      <w:r w:rsidR="00C40631" w:rsidRPr="002F69D3">
        <w:rPr>
          <w:rFonts w:asciiTheme="minorEastAsia" w:eastAsiaTheme="minorEastAsia" w:hAnsiTheme="minorEastAsia"/>
          <w:sz w:val="28"/>
          <w:szCs w:val="28"/>
        </w:rPr>
        <w:t>170 r/min</w:t>
      </w:r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振荡培养，待其孢子数量达到</w:t>
      </w:r>
      <w:r w:rsidR="00C40631" w:rsidRPr="002F69D3">
        <w:rPr>
          <w:rFonts w:asciiTheme="minorEastAsia" w:eastAsiaTheme="minorEastAsia" w:hAnsiTheme="minorEastAsia"/>
          <w:sz w:val="28"/>
          <w:szCs w:val="28"/>
        </w:rPr>
        <w:t>1×10</w:t>
      </w:r>
      <w:r w:rsidR="00C40631" w:rsidRPr="002F69D3">
        <w:rPr>
          <w:rFonts w:asciiTheme="minorEastAsia" w:eastAsiaTheme="minorEastAsia" w:hAnsiTheme="minorEastAsia"/>
          <w:sz w:val="28"/>
          <w:szCs w:val="28"/>
          <w:vertAlign w:val="superscript"/>
        </w:rPr>
        <w:t>6</w:t>
      </w:r>
      <w:r w:rsidR="00C40631" w:rsidRPr="002F69D3">
        <w:rPr>
          <w:rFonts w:asciiTheme="minorEastAsia" w:eastAsiaTheme="minorEastAsia" w:hAnsiTheme="minorEastAsia"/>
          <w:sz w:val="28"/>
          <w:szCs w:val="28"/>
        </w:rPr>
        <w:t>CFU/mL</w:t>
      </w:r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后停止震荡，分别得到黑曲霉菌、绿色木霉菌、粗糙链</w:t>
      </w:r>
      <w:proofErr w:type="gramStart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孢</w:t>
      </w:r>
      <w:proofErr w:type="gramEnd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霉菌单菌株悬液二，再将以上</w:t>
      </w:r>
      <w:proofErr w:type="gramStart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三种单菌悬液</w:t>
      </w:r>
      <w:proofErr w:type="gramEnd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混匀，得到黑曲霉菌</w:t>
      </w:r>
      <w:r w:rsidR="00C40631" w:rsidRPr="002F69D3">
        <w:rPr>
          <w:rFonts w:asciiTheme="minorEastAsia" w:eastAsiaTheme="minorEastAsia" w:hAnsiTheme="minorEastAsia"/>
          <w:sz w:val="28"/>
          <w:szCs w:val="28"/>
        </w:rPr>
        <w:t>-</w:t>
      </w:r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绿色木霉菌</w:t>
      </w:r>
      <w:r w:rsidR="00C40631" w:rsidRPr="002F69D3">
        <w:rPr>
          <w:rFonts w:asciiTheme="minorEastAsia" w:eastAsiaTheme="minorEastAsia" w:hAnsiTheme="minorEastAsia"/>
          <w:sz w:val="28"/>
          <w:szCs w:val="28"/>
        </w:rPr>
        <w:t>-</w:t>
      </w:r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粗糙链</w:t>
      </w:r>
      <w:proofErr w:type="gramStart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孢</w:t>
      </w:r>
      <w:proofErr w:type="gramEnd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霉菌的复合</w:t>
      </w:r>
      <w:proofErr w:type="gramStart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菌</w:t>
      </w:r>
      <w:proofErr w:type="gramEnd"/>
      <w:r w:rsidR="00C40631" w:rsidRPr="002F69D3">
        <w:rPr>
          <w:rFonts w:asciiTheme="minorEastAsia" w:eastAsiaTheme="minorEastAsia" w:hAnsiTheme="minorEastAsia" w:hint="eastAsia"/>
          <w:sz w:val="28"/>
          <w:szCs w:val="28"/>
        </w:rPr>
        <w:t>悬液；</w:t>
      </w:r>
    </w:p>
    <w:p w:rsidR="00C40631" w:rsidRPr="002F69D3" w:rsidRDefault="00C40631" w:rsidP="00C40631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并将热带假丝酵母菌</w:t>
      </w:r>
      <w:proofErr w:type="gramStart"/>
      <w:r w:rsidRPr="002F69D3">
        <w:rPr>
          <w:rFonts w:asciiTheme="minorEastAsia" w:eastAsiaTheme="minorEastAsia" w:hAnsiTheme="minorEastAsia" w:hint="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 w:hint="eastAsia"/>
          <w:sz w:val="28"/>
          <w:szCs w:val="28"/>
        </w:rPr>
        <w:t>悬液接种于液体培养基二中于</w:t>
      </w:r>
      <w:r w:rsidRPr="002F69D3">
        <w:rPr>
          <w:rFonts w:asciiTheme="minorEastAsia" w:eastAsiaTheme="minorEastAsia" w:hAnsiTheme="minorEastAsia"/>
          <w:sz w:val="28"/>
          <w:szCs w:val="28"/>
        </w:rPr>
        <w:t>28</w:t>
      </w:r>
      <w:r w:rsidRPr="002F69D3">
        <w:rPr>
          <w:rFonts w:asciiTheme="minorEastAsia" w:eastAsiaTheme="minorEastAsia" w:hAnsiTheme="minorEastAsia" w:cs="宋体"/>
          <w:sz w:val="28"/>
          <w:szCs w:val="28"/>
        </w:rPr>
        <w:t>℃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恒温</w:t>
      </w:r>
      <w:r w:rsidRPr="002F69D3">
        <w:rPr>
          <w:rFonts w:asciiTheme="minorEastAsia" w:eastAsiaTheme="minorEastAsia" w:hAnsiTheme="minorEastAsia"/>
          <w:sz w:val="28"/>
          <w:szCs w:val="28"/>
        </w:rPr>
        <w:t>160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～</w:t>
      </w:r>
      <w:r w:rsidRPr="002F69D3">
        <w:rPr>
          <w:rFonts w:asciiTheme="minorEastAsia" w:eastAsiaTheme="minorEastAsia" w:hAnsiTheme="minorEastAsia"/>
          <w:sz w:val="28"/>
          <w:szCs w:val="28"/>
        </w:rPr>
        <w:t>170 r/min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振荡培养，待其孢子数量达到</w:t>
      </w:r>
      <w:r w:rsidRPr="002F69D3">
        <w:rPr>
          <w:rFonts w:asciiTheme="minorEastAsia" w:eastAsiaTheme="minorEastAsia" w:hAnsiTheme="minorEastAsia"/>
          <w:sz w:val="28"/>
          <w:szCs w:val="28"/>
        </w:rPr>
        <w:t>1×10</w:t>
      </w:r>
      <w:r w:rsidRPr="002F69D3">
        <w:rPr>
          <w:rFonts w:asciiTheme="minorEastAsia" w:eastAsiaTheme="minorEastAsia" w:hAnsiTheme="minorEastAsia"/>
          <w:sz w:val="28"/>
          <w:szCs w:val="28"/>
          <w:vertAlign w:val="superscript"/>
        </w:rPr>
        <w:t>6</w:t>
      </w:r>
      <w:r w:rsidRPr="002F69D3">
        <w:rPr>
          <w:rFonts w:asciiTheme="minorEastAsia" w:eastAsiaTheme="minorEastAsia" w:hAnsiTheme="minorEastAsia"/>
          <w:sz w:val="28"/>
          <w:szCs w:val="28"/>
        </w:rPr>
        <w:t>CFU/mL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后停止震荡，得到热带假丝酵母菌悬液；</w:t>
      </w:r>
    </w:p>
    <w:p w:rsidR="00634C42" w:rsidRPr="002F69D3" w:rsidRDefault="00634C42" w:rsidP="00634C42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所述液体培养基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一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的组成为：每1L蒸馏水中含有葡萄糖10g、可溶性淀粉15g、蛋白胨0.75g、KH</w:t>
      </w:r>
      <w:r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Pr="002F69D3">
        <w:rPr>
          <w:rFonts w:asciiTheme="minorEastAsia" w:eastAsiaTheme="minorEastAsia" w:hAnsiTheme="minorEastAsia"/>
          <w:sz w:val="28"/>
          <w:szCs w:val="28"/>
        </w:rPr>
        <w:t>PO</w:t>
      </w:r>
      <w:r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Pr="002F69D3">
        <w:rPr>
          <w:rFonts w:asciiTheme="minorEastAsia" w:eastAsiaTheme="minorEastAsia" w:hAnsiTheme="minorEastAsia"/>
          <w:sz w:val="28"/>
          <w:szCs w:val="28"/>
        </w:rPr>
        <w:t xml:space="preserve"> 1.5g、(NH</w:t>
      </w:r>
      <w:r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Pr="002F69D3">
        <w:rPr>
          <w:rFonts w:asciiTheme="minorEastAsia" w:eastAsiaTheme="minorEastAsia" w:hAnsiTheme="minorEastAsia"/>
          <w:sz w:val="28"/>
          <w:szCs w:val="28"/>
        </w:rPr>
        <w:t>)</w:t>
      </w:r>
      <w:r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Pr="002F69D3">
        <w:rPr>
          <w:rFonts w:asciiTheme="minorEastAsia" w:eastAsiaTheme="minorEastAsia" w:hAnsiTheme="minorEastAsia"/>
          <w:sz w:val="28"/>
          <w:szCs w:val="28"/>
        </w:rPr>
        <w:t>SO</w:t>
      </w:r>
      <w:r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Pr="002F69D3">
        <w:rPr>
          <w:rFonts w:asciiTheme="minorEastAsia" w:eastAsiaTheme="minorEastAsia" w:hAnsiTheme="minorEastAsia"/>
          <w:sz w:val="28"/>
          <w:szCs w:val="28"/>
        </w:rPr>
        <w:t xml:space="preserve"> 2.5g、MgSO</w:t>
      </w:r>
      <w:r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Pr="002F69D3">
        <w:rPr>
          <w:rFonts w:asciiTheme="minorEastAsia" w:eastAsiaTheme="minorEastAsia" w:hAnsiTheme="minorEastAsia"/>
          <w:sz w:val="28"/>
          <w:szCs w:val="28"/>
        </w:rPr>
        <w:t xml:space="preserve"> 0.75g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2F69D3">
        <w:rPr>
          <w:rFonts w:asciiTheme="minorEastAsia" w:eastAsiaTheme="minorEastAsia" w:hAnsiTheme="minorEastAsia"/>
          <w:sz w:val="28"/>
          <w:szCs w:val="28"/>
        </w:rPr>
        <w:t>所述液体培养基二的组成为：每1L蒸馏水中含有蛋白胨 5g、葡萄糖 10g、酵母粉 3g、麦芽提取物 3g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A0152" w:rsidRPr="002F69D3" w:rsidRDefault="009574F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2、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根据权利要求1所述的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一种固态发酵小麦麸饲料，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其特征在于：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所述营养液的组成为：每1L蒸馏水中含有(NH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)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SO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 xml:space="preserve">4 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5g、KH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PO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 xml:space="preserve">4 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1g、CaCl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 xml:space="preserve">2 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0.6g、MgSO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·7H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 xml:space="preserve">O 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lastRenderedPageBreak/>
        <w:t>0.5g、FeSO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·7H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O 0.5g、ZnSO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 xml:space="preserve">4 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0.5g、MnSO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 xml:space="preserve">4 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0.5g、CoCl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·6H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O 0.5g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A0152" w:rsidRPr="002F69D3" w:rsidRDefault="009574F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3、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根据权利要求1所述的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一种固态发酵小麦麸饲料，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其特征在于：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所述黑曲霉菌-绿色木霉菌-粗糙链</w:t>
      </w:r>
      <w:proofErr w:type="gramStart"/>
      <w:r w:rsidR="0052105A"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="0052105A" w:rsidRPr="002F69D3">
        <w:rPr>
          <w:rFonts w:asciiTheme="minorEastAsia" w:eastAsiaTheme="minorEastAsia" w:hAnsiTheme="minorEastAsia"/>
          <w:sz w:val="28"/>
          <w:szCs w:val="28"/>
        </w:rPr>
        <w:t>霉菌的复合</w:t>
      </w:r>
      <w:proofErr w:type="gramStart"/>
      <w:r w:rsidR="0052105A"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="0052105A" w:rsidRPr="002F69D3">
        <w:rPr>
          <w:rFonts w:asciiTheme="minorEastAsia" w:eastAsiaTheme="minorEastAsia" w:hAnsiTheme="minorEastAsia"/>
          <w:sz w:val="28"/>
          <w:szCs w:val="28"/>
        </w:rPr>
        <w:t>培养液的组成为：每1L蒸馏水中含有黑曲霉菌(H)菌悬液1mL、绿色木霉菌(L)菌悬液1mL、粗糙链</w:t>
      </w:r>
      <w:proofErr w:type="gramStart"/>
      <w:r w:rsidR="0052105A"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="0052105A" w:rsidRPr="002F69D3">
        <w:rPr>
          <w:rFonts w:asciiTheme="minorEastAsia" w:eastAsiaTheme="minorEastAsia" w:hAnsiTheme="minorEastAsia"/>
          <w:sz w:val="28"/>
          <w:szCs w:val="28"/>
        </w:rPr>
        <w:t>霉菌(C)菌悬液1mL、葡萄糖10g、可溶性淀粉15g、蛋白胨0.75g、KH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PO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 xml:space="preserve"> 1.5g、(NH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)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2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SO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 xml:space="preserve"> 2.5g、MgSO</w:t>
      </w:r>
      <w:r w:rsidR="0052105A" w:rsidRPr="002F69D3">
        <w:rPr>
          <w:rFonts w:asciiTheme="minorEastAsia" w:eastAsiaTheme="minorEastAsia" w:hAnsiTheme="minorEastAsia"/>
          <w:sz w:val="28"/>
          <w:szCs w:val="28"/>
          <w:vertAlign w:val="subscript"/>
        </w:rPr>
        <w:t>4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 xml:space="preserve"> 0.75g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A0152" w:rsidRPr="002F69D3" w:rsidRDefault="009574F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4、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根据权利要求1所述的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一种固态发酵小麦麸饲料，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其特征在于：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所述热带假丝酵母菌培养液的组成为：每1L蒸馏水中含有热带假丝酵母菌悬液 1mL、蛋白胨 5g、葡萄糖 10g、酵母粉 3g、麦芽提取物 3g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A0152" w:rsidRPr="002F69D3" w:rsidRDefault="0052105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5、权利要求1~4任意一项所述的</w:t>
      </w:r>
      <w:r w:rsidRPr="002F69D3">
        <w:rPr>
          <w:rFonts w:asciiTheme="minorEastAsia" w:eastAsiaTheme="minorEastAsia" w:hAnsiTheme="minorEastAsia"/>
          <w:sz w:val="28"/>
          <w:szCs w:val="28"/>
        </w:rPr>
        <w:t>一种固态发酵小麦麸饲料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的制备方法</w:t>
      </w:r>
      <w:r w:rsidRPr="002F69D3">
        <w:rPr>
          <w:rFonts w:asciiTheme="minorEastAsia" w:eastAsiaTheme="minorEastAsia" w:hAnsiTheme="minorEastAsia"/>
          <w:sz w:val="28"/>
          <w:szCs w:val="28"/>
        </w:rPr>
        <w:t>，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其特征在于：</w:t>
      </w:r>
      <w:r w:rsidRPr="002F69D3">
        <w:rPr>
          <w:rFonts w:asciiTheme="minorEastAsia" w:eastAsiaTheme="minorEastAsia" w:hAnsiTheme="minorEastAsia"/>
          <w:sz w:val="28"/>
          <w:szCs w:val="28"/>
        </w:rPr>
        <w:t>包括以下步骤：</w:t>
      </w:r>
    </w:p>
    <w:p w:rsidR="007A0152" w:rsidRPr="002F69D3" w:rsidRDefault="0052105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步骤1，配制综合PDA培养基和麦芽汁琼脂培养基；</w:t>
      </w:r>
    </w:p>
    <w:p w:rsidR="007A0152" w:rsidRPr="002F69D3" w:rsidRDefault="0052105A" w:rsidP="009574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步骤2，将黑曲霉菌(H)、绿色木霉菌(L)和粗糙链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霉菌(C)分别接种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至综合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PDA培养基进行活化，以及将热带假丝酵母菌(J)接种于麦芽汁琼脂培养基进行活化；活化后分别使用无菌水冲洗平板上的菌丝或孢子，即得单菌株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悬液；</w:t>
      </w:r>
    </w:p>
    <w:p w:rsidR="007A0152" w:rsidRPr="002F69D3" w:rsidRDefault="0052105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步骤3，将黑曲霉菌(H)、绿色木霉菌(L)和粗糙链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霉菌(C)的单菌株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悬液分别接种于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液体培养基一</w:t>
      </w:r>
      <w:r w:rsidRPr="002F69D3">
        <w:rPr>
          <w:rFonts w:asciiTheme="minorEastAsia" w:eastAsiaTheme="minorEastAsia" w:hAnsiTheme="minorEastAsia"/>
          <w:sz w:val="28"/>
          <w:szCs w:val="28"/>
        </w:rPr>
        <w:t>中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继续</w:t>
      </w:r>
      <w:r w:rsidRPr="002F69D3">
        <w:rPr>
          <w:rFonts w:asciiTheme="minorEastAsia" w:eastAsiaTheme="minorEastAsia" w:hAnsiTheme="minorEastAsia"/>
          <w:sz w:val="28"/>
          <w:szCs w:val="28"/>
        </w:rPr>
        <w:t>培养，将热带假丝酵母菌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悬液接种于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液体</w:t>
      </w:r>
      <w:r w:rsidRPr="002F69D3">
        <w:rPr>
          <w:rFonts w:asciiTheme="minorEastAsia" w:eastAsiaTheme="minorEastAsia" w:hAnsiTheme="minorEastAsia"/>
          <w:sz w:val="28"/>
          <w:szCs w:val="28"/>
        </w:rPr>
        <w:t>培养基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Pr="002F69D3">
        <w:rPr>
          <w:rFonts w:asciiTheme="minorEastAsia" w:eastAsiaTheme="minorEastAsia" w:hAnsiTheme="minorEastAsia"/>
          <w:sz w:val="28"/>
          <w:szCs w:val="28"/>
        </w:rPr>
        <w:t>中培养，分别得到黑曲霉菌(H)、绿色木霉菌(L)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2F69D3">
        <w:rPr>
          <w:rFonts w:asciiTheme="minorEastAsia" w:eastAsiaTheme="minorEastAsia" w:hAnsiTheme="minorEastAsia"/>
          <w:sz w:val="28"/>
          <w:szCs w:val="28"/>
        </w:rPr>
        <w:t>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霉菌(C)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以及</w:t>
      </w:r>
      <w:r w:rsidRPr="002F69D3">
        <w:rPr>
          <w:rFonts w:asciiTheme="minorEastAsia" w:eastAsiaTheme="minorEastAsia" w:hAnsiTheme="minorEastAsia"/>
          <w:sz w:val="28"/>
          <w:szCs w:val="28"/>
        </w:rPr>
        <w:t>热带假丝酵母菌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Pr="002F69D3">
        <w:rPr>
          <w:rFonts w:asciiTheme="minorEastAsia" w:eastAsiaTheme="minorEastAsia" w:hAnsiTheme="minorEastAsia"/>
          <w:sz w:val="28"/>
          <w:szCs w:val="28"/>
        </w:rPr>
        <w:t>菌悬液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，最后</w:t>
      </w:r>
      <w:r w:rsidRPr="002F69D3">
        <w:rPr>
          <w:rFonts w:asciiTheme="minorEastAsia" w:eastAsiaTheme="minorEastAsia" w:hAnsiTheme="minorEastAsia"/>
          <w:sz w:val="28"/>
          <w:szCs w:val="28"/>
        </w:rPr>
        <w:t>将黑曲霉菌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2F69D3">
        <w:rPr>
          <w:rFonts w:asciiTheme="minorEastAsia" w:eastAsiaTheme="minorEastAsia" w:hAnsiTheme="minorEastAsia"/>
          <w:sz w:val="28"/>
          <w:szCs w:val="28"/>
        </w:rPr>
        <w:t>绿色木霉菌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2F69D3">
        <w:rPr>
          <w:rFonts w:asciiTheme="minorEastAsia" w:eastAsiaTheme="minorEastAsia" w:hAnsiTheme="minorEastAsia"/>
          <w:sz w:val="28"/>
          <w:szCs w:val="28"/>
        </w:rPr>
        <w:t>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三种菌</w:t>
      </w:r>
      <w:r w:rsidRPr="002F69D3">
        <w:rPr>
          <w:rFonts w:asciiTheme="minorEastAsia" w:eastAsiaTheme="minorEastAsia" w:hAnsiTheme="minorEastAsia"/>
          <w:sz w:val="28"/>
          <w:szCs w:val="28"/>
        </w:rPr>
        <w:t>株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Pr="002F69D3">
        <w:rPr>
          <w:rFonts w:asciiTheme="minorEastAsia" w:eastAsiaTheme="minorEastAsia" w:hAnsiTheme="minorEastAsia"/>
          <w:sz w:val="28"/>
          <w:szCs w:val="28"/>
        </w:rPr>
        <w:t>菌悬液混合成黑曲霉菌-绿色木霉菌-粗糙链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霉菌的复合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悬液；</w:t>
      </w:r>
    </w:p>
    <w:p w:rsidR="007A0152" w:rsidRPr="002F69D3" w:rsidRDefault="0052105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步骤4，将灭菌小麦麸、营养液、黑曲霉菌-绿色木霉菌-粗糙链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霉菌的复合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悬液和热带假丝酵母菌悬液配料，先将黑曲霉菌-绿色木霉菌-粗糙链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霉菌的复合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菌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悬液和营养液混匀，再加入到灭菌小麦麸中混合均匀，得到混合发</w:t>
      </w:r>
      <w:r w:rsidRPr="002F69D3">
        <w:rPr>
          <w:rFonts w:asciiTheme="minorEastAsia" w:eastAsiaTheme="minorEastAsia" w:hAnsiTheme="minorEastAsia"/>
          <w:sz w:val="28"/>
          <w:szCs w:val="28"/>
        </w:rPr>
        <w:lastRenderedPageBreak/>
        <w:t>酵料；</w:t>
      </w:r>
    </w:p>
    <w:p w:rsidR="007A0152" w:rsidRPr="002F69D3" w:rsidRDefault="0052105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/>
          <w:sz w:val="28"/>
          <w:szCs w:val="28"/>
        </w:rPr>
        <w:t>步骤5，将混合发酵料进行一次发酵，发酵结束后加入热带假丝酵母菌悬液进行二次发酵，然后</w:t>
      </w:r>
      <w:proofErr w:type="gramStart"/>
      <w:r w:rsidRPr="002F69D3">
        <w:rPr>
          <w:rFonts w:asciiTheme="minorEastAsia" w:eastAsiaTheme="minorEastAsia" w:hAnsiTheme="minorEastAsia"/>
          <w:sz w:val="28"/>
          <w:szCs w:val="28"/>
        </w:rPr>
        <w:t>烘干既</w:t>
      </w:r>
      <w:proofErr w:type="gramEnd"/>
      <w:r w:rsidRPr="002F69D3">
        <w:rPr>
          <w:rFonts w:asciiTheme="minorEastAsia" w:eastAsiaTheme="minorEastAsia" w:hAnsiTheme="minorEastAsia"/>
          <w:sz w:val="28"/>
          <w:szCs w:val="28"/>
        </w:rPr>
        <w:t>得</w:t>
      </w:r>
      <w:r w:rsidRPr="002F69D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A0152" w:rsidRPr="002F69D3" w:rsidRDefault="00CD0A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、根据权利要求5所述的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一种固态发酵小麦麸饲料</w:t>
      </w:r>
      <w:r w:rsidR="004533AB" w:rsidRPr="002F69D3">
        <w:rPr>
          <w:rFonts w:asciiTheme="minorEastAsia" w:eastAsiaTheme="minorEastAsia" w:hAnsiTheme="minorEastAsia" w:hint="eastAsia"/>
          <w:sz w:val="28"/>
          <w:szCs w:val="28"/>
        </w:rPr>
        <w:t>的制备方法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，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其特征在于：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所述步骤5中一次发酵的条件为：先于27℃发酵2d，并且在0h时搅拌1次，之后每隔12h搅拌1次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A0152" w:rsidRPr="002F69D3" w:rsidRDefault="00CD0AF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7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、根据权利要求5所述的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一种固态发酵小麦麸饲料</w:t>
      </w:r>
      <w:r w:rsidR="004533AB" w:rsidRPr="002F69D3">
        <w:rPr>
          <w:rFonts w:asciiTheme="minorEastAsia" w:eastAsiaTheme="minorEastAsia" w:hAnsiTheme="minorEastAsia" w:hint="eastAsia"/>
          <w:sz w:val="28"/>
          <w:szCs w:val="28"/>
        </w:rPr>
        <w:t>的制备方法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，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其特征在于：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所述步骤5中二次发酵的条件为：于27℃发酵1d。</w:t>
      </w:r>
    </w:p>
    <w:p w:rsidR="007A0152" w:rsidRPr="002F69D3" w:rsidRDefault="00CD0AFA" w:rsidP="00BF430A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2F69D3">
        <w:rPr>
          <w:rFonts w:asciiTheme="minorEastAsia" w:eastAsiaTheme="minorEastAsia" w:hAnsiTheme="minorEastAsia" w:hint="eastAsia"/>
          <w:sz w:val="28"/>
          <w:szCs w:val="28"/>
        </w:rPr>
        <w:t>8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、权利要求1~4任意一项所述的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固态发酵小麦麸饲料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或者权利要求5~</w:t>
      </w:r>
      <w:r w:rsidR="00114F2A" w:rsidRPr="002F69D3">
        <w:rPr>
          <w:rFonts w:asciiTheme="minorEastAsia" w:eastAsiaTheme="minorEastAsia" w:hAnsiTheme="minorEastAsia" w:hint="eastAsia"/>
          <w:sz w:val="28"/>
          <w:szCs w:val="28"/>
        </w:rPr>
        <w:t>7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任意一项所述的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固态发酵小麦麸饲料</w:t>
      </w:r>
      <w:r w:rsidR="0052105A" w:rsidRPr="002F69D3">
        <w:rPr>
          <w:rFonts w:asciiTheme="minorEastAsia" w:eastAsiaTheme="minorEastAsia" w:hAnsiTheme="minorEastAsia" w:hint="eastAsia"/>
          <w:sz w:val="28"/>
          <w:szCs w:val="28"/>
        </w:rPr>
        <w:t>的制备方法</w:t>
      </w:r>
      <w:r w:rsidR="0052105A" w:rsidRPr="002F69D3">
        <w:rPr>
          <w:rFonts w:asciiTheme="minorEastAsia" w:eastAsiaTheme="minorEastAsia" w:hAnsiTheme="minorEastAsia"/>
          <w:sz w:val="28"/>
          <w:szCs w:val="28"/>
        </w:rPr>
        <w:t>在饲喂28日</w:t>
      </w:r>
      <w:proofErr w:type="gramStart"/>
      <w:r w:rsidR="0052105A" w:rsidRPr="002F69D3">
        <w:rPr>
          <w:rFonts w:asciiTheme="minorEastAsia" w:eastAsiaTheme="minorEastAsia" w:hAnsiTheme="minorEastAsia"/>
          <w:sz w:val="28"/>
          <w:szCs w:val="28"/>
        </w:rPr>
        <w:t>龄</w:t>
      </w:r>
      <w:proofErr w:type="gramEnd"/>
      <w:r w:rsidR="0052105A" w:rsidRPr="002F69D3">
        <w:rPr>
          <w:rFonts w:asciiTheme="minorEastAsia" w:eastAsiaTheme="minorEastAsia" w:hAnsiTheme="minorEastAsia"/>
          <w:sz w:val="28"/>
          <w:szCs w:val="28"/>
        </w:rPr>
        <w:t>断奶仔猪中的应用。</w:t>
      </w:r>
    </w:p>
    <w:sectPr w:rsidR="007A0152" w:rsidRPr="002F69D3">
      <w:headerReference w:type="default" r:id="rId9"/>
      <w:pgSz w:w="11906" w:h="16838"/>
      <w:pgMar w:top="1418" w:right="851" w:bottom="851" w:left="1418" w:header="851" w:footer="113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CB" w:rsidRDefault="004D06CB">
      <w:r>
        <w:separator/>
      </w:r>
    </w:p>
  </w:endnote>
  <w:endnote w:type="continuationSeparator" w:id="0">
    <w:p w:rsidR="004D06CB" w:rsidRDefault="004D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CB" w:rsidRDefault="004D06CB">
      <w:r>
        <w:separator/>
      </w:r>
    </w:p>
  </w:footnote>
  <w:footnote w:type="continuationSeparator" w:id="0">
    <w:p w:rsidR="004D06CB" w:rsidRDefault="004D0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52" w:rsidRDefault="00BF430A">
    <w:pPr>
      <w:jc w:val="center"/>
      <w:outlineLvl w:val="0"/>
      <w:rPr>
        <w:rFonts w:ascii="黑体" w:eastAsia="黑体"/>
        <w:b/>
        <w:spacing w:val="130"/>
        <w:sz w:val="28"/>
      </w:rPr>
    </w:pPr>
    <w:r>
      <w:rPr>
        <w:rFonts w:ascii="黑体" w:eastAsia="黑体" w:hint="eastAsia"/>
        <w:b/>
        <w:spacing w:val="130"/>
        <w:sz w:val="28"/>
      </w:rPr>
      <w:t>权利要求书</w:t>
    </w:r>
  </w:p>
  <w:p w:rsidR="007A0152" w:rsidRDefault="007A0152">
    <w:pPr>
      <w:pStyle w:val="ac"/>
      <w:pBdr>
        <w:bottom w:val="single" w:sz="6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FD4D74"/>
    <w:multiLevelType w:val="singleLevel"/>
    <w:tmpl w:val="CFFD4D74"/>
    <w:lvl w:ilvl="0">
      <w:start w:val="1"/>
      <w:numFmt w:val="decimal"/>
      <w:suff w:val="nothing"/>
      <w:lvlText w:val="%1、"/>
      <w:lvlJc w:val="left"/>
    </w:lvl>
  </w:abstractNum>
  <w:abstractNum w:abstractNumId="1">
    <w:nsid w:val="4A241605"/>
    <w:multiLevelType w:val="multilevel"/>
    <w:tmpl w:val="4A24160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3A6B3C"/>
    <w:multiLevelType w:val="multilevel"/>
    <w:tmpl w:val="6E3A6B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D7A93"/>
    <w:rsid w:val="00002D9B"/>
    <w:rsid w:val="00002E08"/>
    <w:rsid w:val="00004DBA"/>
    <w:rsid w:val="0000658D"/>
    <w:rsid w:val="000069DB"/>
    <w:rsid w:val="00006E68"/>
    <w:rsid w:val="0000762B"/>
    <w:rsid w:val="0000776A"/>
    <w:rsid w:val="000078EF"/>
    <w:rsid w:val="000079CB"/>
    <w:rsid w:val="00007C3E"/>
    <w:rsid w:val="00010EF9"/>
    <w:rsid w:val="00011770"/>
    <w:rsid w:val="00011B3D"/>
    <w:rsid w:val="00012843"/>
    <w:rsid w:val="00012B07"/>
    <w:rsid w:val="00012F21"/>
    <w:rsid w:val="00015626"/>
    <w:rsid w:val="000163F0"/>
    <w:rsid w:val="00016716"/>
    <w:rsid w:val="000204C7"/>
    <w:rsid w:val="00021503"/>
    <w:rsid w:val="00021DCE"/>
    <w:rsid w:val="00022769"/>
    <w:rsid w:val="0002277B"/>
    <w:rsid w:val="00023244"/>
    <w:rsid w:val="00023CA2"/>
    <w:rsid w:val="00023F9C"/>
    <w:rsid w:val="000242B9"/>
    <w:rsid w:val="000245B3"/>
    <w:rsid w:val="00025047"/>
    <w:rsid w:val="0002742C"/>
    <w:rsid w:val="000279A8"/>
    <w:rsid w:val="00027D48"/>
    <w:rsid w:val="0003097F"/>
    <w:rsid w:val="00030B78"/>
    <w:rsid w:val="00030B87"/>
    <w:rsid w:val="000326ED"/>
    <w:rsid w:val="0003281D"/>
    <w:rsid w:val="00032BBE"/>
    <w:rsid w:val="000344A6"/>
    <w:rsid w:val="00034803"/>
    <w:rsid w:val="00034B19"/>
    <w:rsid w:val="00034B4D"/>
    <w:rsid w:val="00034D93"/>
    <w:rsid w:val="0003658F"/>
    <w:rsid w:val="000365AC"/>
    <w:rsid w:val="00037213"/>
    <w:rsid w:val="00037330"/>
    <w:rsid w:val="000379B1"/>
    <w:rsid w:val="0004022A"/>
    <w:rsid w:val="0004028E"/>
    <w:rsid w:val="00041244"/>
    <w:rsid w:val="000415C3"/>
    <w:rsid w:val="00041739"/>
    <w:rsid w:val="0004197B"/>
    <w:rsid w:val="00041C04"/>
    <w:rsid w:val="00045962"/>
    <w:rsid w:val="000466AB"/>
    <w:rsid w:val="000469CA"/>
    <w:rsid w:val="00046A20"/>
    <w:rsid w:val="000501F1"/>
    <w:rsid w:val="000513DA"/>
    <w:rsid w:val="00051F26"/>
    <w:rsid w:val="000520E5"/>
    <w:rsid w:val="00053238"/>
    <w:rsid w:val="00053277"/>
    <w:rsid w:val="0005386A"/>
    <w:rsid w:val="00056170"/>
    <w:rsid w:val="000567E5"/>
    <w:rsid w:val="00056F16"/>
    <w:rsid w:val="000571E9"/>
    <w:rsid w:val="00060105"/>
    <w:rsid w:val="0006011D"/>
    <w:rsid w:val="00061440"/>
    <w:rsid w:val="000622DA"/>
    <w:rsid w:val="00062521"/>
    <w:rsid w:val="00062765"/>
    <w:rsid w:val="0006533C"/>
    <w:rsid w:val="0006567B"/>
    <w:rsid w:val="00065B79"/>
    <w:rsid w:val="00067193"/>
    <w:rsid w:val="000677D6"/>
    <w:rsid w:val="00067B04"/>
    <w:rsid w:val="0007079F"/>
    <w:rsid w:val="00072381"/>
    <w:rsid w:val="00073021"/>
    <w:rsid w:val="00074C3A"/>
    <w:rsid w:val="000752A0"/>
    <w:rsid w:val="00075B3B"/>
    <w:rsid w:val="00075C12"/>
    <w:rsid w:val="00075DDC"/>
    <w:rsid w:val="000761D8"/>
    <w:rsid w:val="000763CD"/>
    <w:rsid w:val="00077068"/>
    <w:rsid w:val="000779B1"/>
    <w:rsid w:val="00080931"/>
    <w:rsid w:val="00080997"/>
    <w:rsid w:val="00080E14"/>
    <w:rsid w:val="000812A4"/>
    <w:rsid w:val="00083A2C"/>
    <w:rsid w:val="00083FA2"/>
    <w:rsid w:val="00085352"/>
    <w:rsid w:val="00085839"/>
    <w:rsid w:val="00085B62"/>
    <w:rsid w:val="00086DC0"/>
    <w:rsid w:val="00087372"/>
    <w:rsid w:val="000910CC"/>
    <w:rsid w:val="000920D7"/>
    <w:rsid w:val="000925CD"/>
    <w:rsid w:val="00094361"/>
    <w:rsid w:val="00094B5E"/>
    <w:rsid w:val="00095419"/>
    <w:rsid w:val="00095B68"/>
    <w:rsid w:val="00095BFE"/>
    <w:rsid w:val="00096CA3"/>
    <w:rsid w:val="000977C8"/>
    <w:rsid w:val="00097886"/>
    <w:rsid w:val="000978CC"/>
    <w:rsid w:val="00097A85"/>
    <w:rsid w:val="000A194E"/>
    <w:rsid w:val="000A23E3"/>
    <w:rsid w:val="000A24EB"/>
    <w:rsid w:val="000A3A1A"/>
    <w:rsid w:val="000A3B0F"/>
    <w:rsid w:val="000A3EED"/>
    <w:rsid w:val="000A43E9"/>
    <w:rsid w:val="000A46FC"/>
    <w:rsid w:val="000A51B2"/>
    <w:rsid w:val="000A5598"/>
    <w:rsid w:val="000A5DB7"/>
    <w:rsid w:val="000A6474"/>
    <w:rsid w:val="000A6533"/>
    <w:rsid w:val="000A6981"/>
    <w:rsid w:val="000A706B"/>
    <w:rsid w:val="000A7881"/>
    <w:rsid w:val="000B0173"/>
    <w:rsid w:val="000B0A6C"/>
    <w:rsid w:val="000B27A6"/>
    <w:rsid w:val="000B32A5"/>
    <w:rsid w:val="000B35BB"/>
    <w:rsid w:val="000B44BA"/>
    <w:rsid w:val="000B4EF6"/>
    <w:rsid w:val="000B615D"/>
    <w:rsid w:val="000B6B88"/>
    <w:rsid w:val="000B7A82"/>
    <w:rsid w:val="000B7D98"/>
    <w:rsid w:val="000C025F"/>
    <w:rsid w:val="000C038A"/>
    <w:rsid w:val="000C0EA1"/>
    <w:rsid w:val="000C0EA2"/>
    <w:rsid w:val="000C0F85"/>
    <w:rsid w:val="000C1E3F"/>
    <w:rsid w:val="000C2519"/>
    <w:rsid w:val="000C2787"/>
    <w:rsid w:val="000C3FBF"/>
    <w:rsid w:val="000C4022"/>
    <w:rsid w:val="000C4D76"/>
    <w:rsid w:val="000C5386"/>
    <w:rsid w:val="000C5708"/>
    <w:rsid w:val="000C6538"/>
    <w:rsid w:val="000C6A3A"/>
    <w:rsid w:val="000C79D5"/>
    <w:rsid w:val="000D1059"/>
    <w:rsid w:val="000D1D82"/>
    <w:rsid w:val="000D2D0C"/>
    <w:rsid w:val="000D3516"/>
    <w:rsid w:val="000D3683"/>
    <w:rsid w:val="000D3CB5"/>
    <w:rsid w:val="000D40AF"/>
    <w:rsid w:val="000D42FC"/>
    <w:rsid w:val="000D5135"/>
    <w:rsid w:val="000D61A9"/>
    <w:rsid w:val="000D72E9"/>
    <w:rsid w:val="000E105D"/>
    <w:rsid w:val="000E4BBB"/>
    <w:rsid w:val="000E5D34"/>
    <w:rsid w:val="000E6423"/>
    <w:rsid w:val="000E6852"/>
    <w:rsid w:val="000E7BF4"/>
    <w:rsid w:val="000E7E67"/>
    <w:rsid w:val="000F0677"/>
    <w:rsid w:val="000F07F3"/>
    <w:rsid w:val="000F20E7"/>
    <w:rsid w:val="000F215D"/>
    <w:rsid w:val="000F333C"/>
    <w:rsid w:val="000F4BC2"/>
    <w:rsid w:val="000F58F6"/>
    <w:rsid w:val="000F5E84"/>
    <w:rsid w:val="000F7728"/>
    <w:rsid w:val="000F7A05"/>
    <w:rsid w:val="000F7A64"/>
    <w:rsid w:val="0010090E"/>
    <w:rsid w:val="00100F22"/>
    <w:rsid w:val="001010B0"/>
    <w:rsid w:val="00101353"/>
    <w:rsid w:val="00102C73"/>
    <w:rsid w:val="0010332E"/>
    <w:rsid w:val="00103541"/>
    <w:rsid w:val="0010391A"/>
    <w:rsid w:val="00103A24"/>
    <w:rsid w:val="00104172"/>
    <w:rsid w:val="00104DE2"/>
    <w:rsid w:val="0010567A"/>
    <w:rsid w:val="00105A8D"/>
    <w:rsid w:val="0010683B"/>
    <w:rsid w:val="00107556"/>
    <w:rsid w:val="00110503"/>
    <w:rsid w:val="00111ED4"/>
    <w:rsid w:val="00112EF7"/>
    <w:rsid w:val="00113D19"/>
    <w:rsid w:val="00114118"/>
    <w:rsid w:val="00114A2F"/>
    <w:rsid w:val="00114C9B"/>
    <w:rsid w:val="00114D40"/>
    <w:rsid w:val="00114F2A"/>
    <w:rsid w:val="00115028"/>
    <w:rsid w:val="00115B3B"/>
    <w:rsid w:val="001168BE"/>
    <w:rsid w:val="0011721C"/>
    <w:rsid w:val="0012069E"/>
    <w:rsid w:val="0012197D"/>
    <w:rsid w:val="00122DF8"/>
    <w:rsid w:val="0012320C"/>
    <w:rsid w:val="00123BCC"/>
    <w:rsid w:val="00123EA9"/>
    <w:rsid w:val="0012423B"/>
    <w:rsid w:val="00124499"/>
    <w:rsid w:val="00124564"/>
    <w:rsid w:val="001253BD"/>
    <w:rsid w:val="00125E5C"/>
    <w:rsid w:val="00125FAA"/>
    <w:rsid w:val="0012622F"/>
    <w:rsid w:val="001315DB"/>
    <w:rsid w:val="00132369"/>
    <w:rsid w:val="00132A37"/>
    <w:rsid w:val="00132F4D"/>
    <w:rsid w:val="001342D9"/>
    <w:rsid w:val="001346C8"/>
    <w:rsid w:val="00134CDE"/>
    <w:rsid w:val="00136D45"/>
    <w:rsid w:val="00137A6C"/>
    <w:rsid w:val="00137B46"/>
    <w:rsid w:val="00141893"/>
    <w:rsid w:val="001418B7"/>
    <w:rsid w:val="00141DF6"/>
    <w:rsid w:val="00141F49"/>
    <w:rsid w:val="001422E9"/>
    <w:rsid w:val="001426A3"/>
    <w:rsid w:val="00142A51"/>
    <w:rsid w:val="0014656E"/>
    <w:rsid w:val="001471BE"/>
    <w:rsid w:val="0014761B"/>
    <w:rsid w:val="00147CA8"/>
    <w:rsid w:val="00150D1F"/>
    <w:rsid w:val="00150ED3"/>
    <w:rsid w:val="00151693"/>
    <w:rsid w:val="00151883"/>
    <w:rsid w:val="00152441"/>
    <w:rsid w:val="00152A96"/>
    <w:rsid w:val="00153082"/>
    <w:rsid w:val="00154497"/>
    <w:rsid w:val="00154A82"/>
    <w:rsid w:val="00155F90"/>
    <w:rsid w:val="00156174"/>
    <w:rsid w:val="0015653A"/>
    <w:rsid w:val="00156A6F"/>
    <w:rsid w:val="00156E5D"/>
    <w:rsid w:val="00160947"/>
    <w:rsid w:val="00160CD0"/>
    <w:rsid w:val="001611A9"/>
    <w:rsid w:val="00161A5C"/>
    <w:rsid w:val="001622DA"/>
    <w:rsid w:val="0016318B"/>
    <w:rsid w:val="00163192"/>
    <w:rsid w:val="001633E1"/>
    <w:rsid w:val="001635FF"/>
    <w:rsid w:val="001637EB"/>
    <w:rsid w:val="001649D5"/>
    <w:rsid w:val="00164DD7"/>
    <w:rsid w:val="00164FF3"/>
    <w:rsid w:val="001654F2"/>
    <w:rsid w:val="0016597A"/>
    <w:rsid w:val="00165DA6"/>
    <w:rsid w:val="00166D3F"/>
    <w:rsid w:val="00167B7D"/>
    <w:rsid w:val="00167DCA"/>
    <w:rsid w:val="00170EFC"/>
    <w:rsid w:val="0017271B"/>
    <w:rsid w:val="001732A9"/>
    <w:rsid w:val="0017384B"/>
    <w:rsid w:val="0017596E"/>
    <w:rsid w:val="00175B4E"/>
    <w:rsid w:val="001761F3"/>
    <w:rsid w:val="00176398"/>
    <w:rsid w:val="00177F04"/>
    <w:rsid w:val="00180D3E"/>
    <w:rsid w:val="001818BE"/>
    <w:rsid w:val="001821A4"/>
    <w:rsid w:val="001822FC"/>
    <w:rsid w:val="00182EDB"/>
    <w:rsid w:val="001837D0"/>
    <w:rsid w:val="0018428E"/>
    <w:rsid w:val="00184549"/>
    <w:rsid w:val="0018522E"/>
    <w:rsid w:val="00185FDB"/>
    <w:rsid w:val="001861D6"/>
    <w:rsid w:val="001862EE"/>
    <w:rsid w:val="00190835"/>
    <w:rsid w:val="0019180A"/>
    <w:rsid w:val="00191C68"/>
    <w:rsid w:val="00192415"/>
    <w:rsid w:val="001934A6"/>
    <w:rsid w:val="00193893"/>
    <w:rsid w:val="0019555B"/>
    <w:rsid w:val="001956EE"/>
    <w:rsid w:val="00195D06"/>
    <w:rsid w:val="00196927"/>
    <w:rsid w:val="0019694F"/>
    <w:rsid w:val="00196F39"/>
    <w:rsid w:val="00197DAF"/>
    <w:rsid w:val="001A028E"/>
    <w:rsid w:val="001A0C5E"/>
    <w:rsid w:val="001A1013"/>
    <w:rsid w:val="001A17B3"/>
    <w:rsid w:val="001A25F4"/>
    <w:rsid w:val="001A30EC"/>
    <w:rsid w:val="001A355A"/>
    <w:rsid w:val="001A3648"/>
    <w:rsid w:val="001A373C"/>
    <w:rsid w:val="001A374D"/>
    <w:rsid w:val="001A39B8"/>
    <w:rsid w:val="001A5EB2"/>
    <w:rsid w:val="001A64BD"/>
    <w:rsid w:val="001A72C8"/>
    <w:rsid w:val="001B062C"/>
    <w:rsid w:val="001B1554"/>
    <w:rsid w:val="001B159A"/>
    <w:rsid w:val="001B1955"/>
    <w:rsid w:val="001B1FF3"/>
    <w:rsid w:val="001B2C34"/>
    <w:rsid w:val="001B2F6F"/>
    <w:rsid w:val="001B36C5"/>
    <w:rsid w:val="001B3B6A"/>
    <w:rsid w:val="001B3F9C"/>
    <w:rsid w:val="001B4506"/>
    <w:rsid w:val="001B4993"/>
    <w:rsid w:val="001B515F"/>
    <w:rsid w:val="001B5F73"/>
    <w:rsid w:val="001B6ADB"/>
    <w:rsid w:val="001B6B5E"/>
    <w:rsid w:val="001B6EAE"/>
    <w:rsid w:val="001B7BD3"/>
    <w:rsid w:val="001B7CC9"/>
    <w:rsid w:val="001C0132"/>
    <w:rsid w:val="001C028E"/>
    <w:rsid w:val="001C0558"/>
    <w:rsid w:val="001C0BD3"/>
    <w:rsid w:val="001C0FEC"/>
    <w:rsid w:val="001C16A2"/>
    <w:rsid w:val="001C204B"/>
    <w:rsid w:val="001C2317"/>
    <w:rsid w:val="001C27EE"/>
    <w:rsid w:val="001C3024"/>
    <w:rsid w:val="001C4BF5"/>
    <w:rsid w:val="001C4DC8"/>
    <w:rsid w:val="001C5282"/>
    <w:rsid w:val="001C67A9"/>
    <w:rsid w:val="001C6D63"/>
    <w:rsid w:val="001C7843"/>
    <w:rsid w:val="001C7E46"/>
    <w:rsid w:val="001D0C59"/>
    <w:rsid w:val="001D10A4"/>
    <w:rsid w:val="001D19E5"/>
    <w:rsid w:val="001D1DEF"/>
    <w:rsid w:val="001D1E15"/>
    <w:rsid w:val="001D2D2C"/>
    <w:rsid w:val="001D4D8F"/>
    <w:rsid w:val="001D5643"/>
    <w:rsid w:val="001D6163"/>
    <w:rsid w:val="001D6842"/>
    <w:rsid w:val="001D727D"/>
    <w:rsid w:val="001D7B51"/>
    <w:rsid w:val="001D7BB2"/>
    <w:rsid w:val="001E05E6"/>
    <w:rsid w:val="001E28E3"/>
    <w:rsid w:val="001E2D21"/>
    <w:rsid w:val="001E30FC"/>
    <w:rsid w:val="001E3E4A"/>
    <w:rsid w:val="001E4094"/>
    <w:rsid w:val="001E460A"/>
    <w:rsid w:val="001E4F9B"/>
    <w:rsid w:val="001E5A0B"/>
    <w:rsid w:val="001E63AD"/>
    <w:rsid w:val="001E65A8"/>
    <w:rsid w:val="001E66EE"/>
    <w:rsid w:val="001E74E3"/>
    <w:rsid w:val="001F037C"/>
    <w:rsid w:val="001F05C0"/>
    <w:rsid w:val="001F0B05"/>
    <w:rsid w:val="001F0F17"/>
    <w:rsid w:val="001F1924"/>
    <w:rsid w:val="001F19F7"/>
    <w:rsid w:val="001F3172"/>
    <w:rsid w:val="001F35BB"/>
    <w:rsid w:val="001F3D4C"/>
    <w:rsid w:val="001F3D5B"/>
    <w:rsid w:val="001F3F0A"/>
    <w:rsid w:val="001F473B"/>
    <w:rsid w:val="001F5CAC"/>
    <w:rsid w:val="001F6C44"/>
    <w:rsid w:val="001F7B9F"/>
    <w:rsid w:val="002011E5"/>
    <w:rsid w:val="002019F9"/>
    <w:rsid w:val="00202309"/>
    <w:rsid w:val="002028F2"/>
    <w:rsid w:val="00203ADE"/>
    <w:rsid w:val="00203F2C"/>
    <w:rsid w:val="002040E8"/>
    <w:rsid w:val="0020482E"/>
    <w:rsid w:val="00204C0C"/>
    <w:rsid w:val="0020771C"/>
    <w:rsid w:val="0020777A"/>
    <w:rsid w:val="00210647"/>
    <w:rsid w:val="00210998"/>
    <w:rsid w:val="00210C7F"/>
    <w:rsid w:val="00211889"/>
    <w:rsid w:val="0021188D"/>
    <w:rsid w:val="00213DA4"/>
    <w:rsid w:val="00220181"/>
    <w:rsid w:val="00220C28"/>
    <w:rsid w:val="00220D90"/>
    <w:rsid w:val="00220EB1"/>
    <w:rsid w:val="00221AF0"/>
    <w:rsid w:val="0022215F"/>
    <w:rsid w:val="00222459"/>
    <w:rsid w:val="002228ED"/>
    <w:rsid w:val="0022421D"/>
    <w:rsid w:val="0023014E"/>
    <w:rsid w:val="00232636"/>
    <w:rsid w:val="002327AE"/>
    <w:rsid w:val="00233009"/>
    <w:rsid w:val="002332C4"/>
    <w:rsid w:val="0023383A"/>
    <w:rsid w:val="00233FFE"/>
    <w:rsid w:val="0023427B"/>
    <w:rsid w:val="0023567B"/>
    <w:rsid w:val="002373D0"/>
    <w:rsid w:val="0024154D"/>
    <w:rsid w:val="00242261"/>
    <w:rsid w:val="00242499"/>
    <w:rsid w:val="00243BAC"/>
    <w:rsid w:val="00243BC3"/>
    <w:rsid w:val="002440A2"/>
    <w:rsid w:val="002456DA"/>
    <w:rsid w:val="00246691"/>
    <w:rsid w:val="00246D0F"/>
    <w:rsid w:val="00247702"/>
    <w:rsid w:val="00247724"/>
    <w:rsid w:val="002500AE"/>
    <w:rsid w:val="00250C2F"/>
    <w:rsid w:val="00250C43"/>
    <w:rsid w:val="00250ED6"/>
    <w:rsid w:val="002512C6"/>
    <w:rsid w:val="0025287F"/>
    <w:rsid w:val="00252982"/>
    <w:rsid w:val="002543DE"/>
    <w:rsid w:val="00254EFB"/>
    <w:rsid w:val="00255442"/>
    <w:rsid w:val="00255A24"/>
    <w:rsid w:val="002562AF"/>
    <w:rsid w:val="00257653"/>
    <w:rsid w:val="002607C0"/>
    <w:rsid w:val="0026219F"/>
    <w:rsid w:val="002626C7"/>
    <w:rsid w:val="00262C38"/>
    <w:rsid w:val="00263E08"/>
    <w:rsid w:val="0026426E"/>
    <w:rsid w:val="00264C6F"/>
    <w:rsid w:val="00264DA2"/>
    <w:rsid w:val="0026514D"/>
    <w:rsid w:val="002652FF"/>
    <w:rsid w:val="002661E6"/>
    <w:rsid w:val="00267DE9"/>
    <w:rsid w:val="002706D2"/>
    <w:rsid w:val="002714B3"/>
    <w:rsid w:val="002738B5"/>
    <w:rsid w:val="002739A9"/>
    <w:rsid w:val="00274D2F"/>
    <w:rsid w:val="00274D51"/>
    <w:rsid w:val="00274D71"/>
    <w:rsid w:val="002752BA"/>
    <w:rsid w:val="0027772C"/>
    <w:rsid w:val="00281300"/>
    <w:rsid w:val="0028175A"/>
    <w:rsid w:val="0028234F"/>
    <w:rsid w:val="00283B95"/>
    <w:rsid w:val="00284067"/>
    <w:rsid w:val="00284951"/>
    <w:rsid w:val="002849F5"/>
    <w:rsid w:val="002857C1"/>
    <w:rsid w:val="00285840"/>
    <w:rsid w:val="00285D59"/>
    <w:rsid w:val="00285FBF"/>
    <w:rsid w:val="00286702"/>
    <w:rsid w:val="00286739"/>
    <w:rsid w:val="00286851"/>
    <w:rsid w:val="00286FB9"/>
    <w:rsid w:val="002876DB"/>
    <w:rsid w:val="00287752"/>
    <w:rsid w:val="002877A2"/>
    <w:rsid w:val="00287D13"/>
    <w:rsid w:val="00290027"/>
    <w:rsid w:val="0029199A"/>
    <w:rsid w:val="002928DD"/>
    <w:rsid w:val="00292D98"/>
    <w:rsid w:val="00293B6E"/>
    <w:rsid w:val="00293E76"/>
    <w:rsid w:val="0029506C"/>
    <w:rsid w:val="002958BF"/>
    <w:rsid w:val="00295DF3"/>
    <w:rsid w:val="00297210"/>
    <w:rsid w:val="00297B83"/>
    <w:rsid w:val="00297DA5"/>
    <w:rsid w:val="002A176D"/>
    <w:rsid w:val="002A22C0"/>
    <w:rsid w:val="002A3510"/>
    <w:rsid w:val="002A519F"/>
    <w:rsid w:val="002A536B"/>
    <w:rsid w:val="002A557B"/>
    <w:rsid w:val="002A59AF"/>
    <w:rsid w:val="002A6D00"/>
    <w:rsid w:val="002A7413"/>
    <w:rsid w:val="002A75DE"/>
    <w:rsid w:val="002A7717"/>
    <w:rsid w:val="002B0022"/>
    <w:rsid w:val="002B00DF"/>
    <w:rsid w:val="002B07DC"/>
    <w:rsid w:val="002B102C"/>
    <w:rsid w:val="002B154A"/>
    <w:rsid w:val="002B2E49"/>
    <w:rsid w:val="002B30BF"/>
    <w:rsid w:val="002B408D"/>
    <w:rsid w:val="002B4A6A"/>
    <w:rsid w:val="002B4CF3"/>
    <w:rsid w:val="002B51A3"/>
    <w:rsid w:val="002B5428"/>
    <w:rsid w:val="002B5431"/>
    <w:rsid w:val="002B5449"/>
    <w:rsid w:val="002B57C4"/>
    <w:rsid w:val="002B6A3F"/>
    <w:rsid w:val="002B76DF"/>
    <w:rsid w:val="002B7889"/>
    <w:rsid w:val="002B7E4E"/>
    <w:rsid w:val="002C1C74"/>
    <w:rsid w:val="002C2427"/>
    <w:rsid w:val="002C37BD"/>
    <w:rsid w:val="002C42AC"/>
    <w:rsid w:val="002C556F"/>
    <w:rsid w:val="002C720F"/>
    <w:rsid w:val="002C74D8"/>
    <w:rsid w:val="002D0EC4"/>
    <w:rsid w:val="002D2B5E"/>
    <w:rsid w:val="002D4141"/>
    <w:rsid w:val="002D5860"/>
    <w:rsid w:val="002D5CA2"/>
    <w:rsid w:val="002D5D05"/>
    <w:rsid w:val="002D62D7"/>
    <w:rsid w:val="002D6BE9"/>
    <w:rsid w:val="002D70E7"/>
    <w:rsid w:val="002D7411"/>
    <w:rsid w:val="002D7C18"/>
    <w:rsid w:val="002E054C"/>
    <w:rsid w:val="002E1112"/>
    <w:rsid w:val="002E216E"/>
    <w:rsid w:val="002E25FE"/>
    <w:rsid w:val="002E2817"/>
    <w:rsid w:val="002E37E5"/>
    <w:rsid w:val="002E41BD"/>
    <w:rsid w:val="002E707E"/>
    <w:rsid w:val="002E75CF"/>
    <w:rsid w:val="002F0D66"/>
    <w:rsid w:val="002F108E"/>
    <w:rsid w:val="002F18CC"/>
    <w:rsid w:val="002F2183"/>
    <w:rsid w:val="002F3296"/>
    <w:rsid w:val="002F3D29"/>
    <w:rsid w:val="002F516D"/>
    <w:rsid w:val="002F5204"/>
    <w:rsid w:val="002F54BE"/>
    <w:rsid w:val="002F5E8A"/>
    <w:rsid w:val="002F6268"/>
    <w:rsid w:val="002F69D3"/>
    <w:rsid w:val="00300517"/>
    <w:rsid w:val="00300DC3"/>
    <w:rsid w:val="003026F2"/>
    <w:rsid w:val="003034EF"/>
    <w:rsid w:val="00303B9B"/>
    <w:rsid w:val="003040F3"/>
    <w:rsid w:val="00305117"/>
    <w:rsid w:val="00305390"/>
    <w:rsid w:val="0030539A"/>
    <w:rsid w:val="003053E8"/>
    <w:rsid w:val="00305B9B"/>
    <w:rsid w:val="003061DF"/>
    <w:rsid w:val="0030666E"/>
    <w:rsid w:val="003070FC"/>
    <w:rsid w:val="0030736C"/>
    <w:rsid w:val="00307A5B"/>
    <w:rsid w:val="00307B02"/>
    <w:rsid w:val="00310B93"/>
    <w:rsid w:val="003115A5"/>
    <w:rsid w:val="0031214E"/>
    <w:rsid w:val="00314032"/>
    <w:rsid w:val="003142AA"/>
    <w:rsid w:val="00314757"/>
    <w:rsid w:val="00314F70"/>
    <w:rsid w:val="0031631E"/>
    <w:rsid w:val="00316EA1"/>
    <w:rsid w:val="00317786"/>
    <w:rsid w:val="00317C20"/>
    <w:rsid w:val="00317DE7"/>
    <w:rsid w:val="003216CD"/>
    <w:rsid w:val="00321C07"/>
    <w:rsid w:val="003230BF"/>
    <w:rsid w:val="0032334B"/>
    <w:rsid w:val="003239F5"/>
    <w:rsid w:val="0032473F"/>
    <w:rsid w:val="00324955"/>
    <w:rsid w:val="00324B63"/>
    <w:rsid w:val="00326B90"/>
    <w:rsid w:val="00326D9A"/>
    <w:rsid w:val="00327AD1"/>
    <w:rsid w:val="0033094F"/>
    <w:rsid w:val="00330F54"/>
    <w:rsid w:val="003326BB"/>
    <w:rsid w:val="00332951"/>
    <w:rsid w:val="00332F1E"/>
    <w:rsid w:val="00335634"/>
    <w:rsid w:val="003367B2"/>
    <w:rsid w:val="0033792F"/>
    <w:rsid w:val="00340516"/>
    <w:rsid w:val="00340EAE"/>
    <w:rsid w:val="003412FB"/>
    <w:rsid w:val="00342136"/>
    <w:rsid w:val="00343295"/>
    <w:rsid w:val="0034376C"/>
    <w:rsid w:val="00344581"/>
    <w:rsid w:val="003445AC"/>
    <w:rsid w:val="00344C07"/>
    <w:rsid w:val="003459FD"/>
    <w:rsid w:val="00346157"/>
    <w:rsid w:val="003462C8"/>
    <w:rsid w:val="003462D8"/>
    <w:rsid w:val="00346805"/>
    <w:rsid w:val="003469A7"/>
    <w:rsid w:val="00347168"/>
    <w:rsid w:val="003500F2"/>
    <w:rsid w:val="00350392"/>
    <w:rsid w:val="0035060A"/>
    <w:rsid w:val="003525AE"/>
    <w:rsid w:val="003525CA"/>
    <w:rsid w:val="00353937"/>
    <w:rsid w:val="00354ACD"/>
    <w:rsid w:val="0035507B"/>
    <w:rsid w:val="00355319"/>
    <w:rsid w:val="00355B87"/>
    <w:rsid w:val="003565DF"/>
    <w:rsid w:val="00362210"/>
    <w:rsid w:val="003623C8"/>
    <w:rsid w:val="0036251B"/>
    <w:rsid w:val="00362691"/>
    <w:rsid w:val="00362713"/>
    <w:rsid w:val="003627F9"/>
    <w:rsid w:val="00362E97"/>
    <w:rsid w:val="00363399"/>
    <w:rsid w:val="00363B99"/>
    <w:rsid w:val="00364076"/>
    <w:rsid w:val="00364404"/>
    <w:rsid w:val="00364733"/>
    <w:rsid w:val="00364ACE"/>
    <w:rsid w:val="00364D28"/>
    <w:rsid w:val="00364DE4"/>
    <w:rsid w:val="0036597C"/>
    <w:rsid w:val="00366288"/>
    <w:rsid w:val="00367974"/>
    <w:rsid w:val="00367C6D"/>
    <w:rsid w:val="0037025E"/>
    <w:rsid w:val="00372B54"/>
    <w:rsid w:val="0037328B"/>
    <w:rsid w:val="00374BF6"/>
    <w:rsid w:val="003750AA"/>
    <w:rsid w:val="00375D93"/>
    <w:rsid w:val="003761C0"/>
    <w:rsid w:val="00376778"/>
    <w:rsid w:val="00376BC3"/>
    <w:rsid w:val="00376C2F"/>
    <w:rsid w:val="003773F5"/>
    <w:rsid w:val="00380C24"/>
    <w:rsid w:val="00380FAB"/>
    <w:rsid w:val="00381580"/>
    <w:rsid w:val="003841F3"/>
    <w:rsid w:val="0038430B"/>
    <w:rsid w:val="00384469"/>
    <w:rsid w:val="00384A0E"/>
    <w:rsid w:val="00384C7A"/>
    <w:rsid w:val="00386114"/>
    <w:rsid w:val="003862C8"/>
    <w:rsid w:val="00386ACE"/>
    <w:rsid w:val="00387627"/>
    <w:rsid w:val="00387A37"/>
    <w:rsid w:val="00387C72"/>
    <w:rsid w:val="00387F31"/>
    <w:rsid w:val="003900FD"/>
    <w:rsid w:val="00390979"/>
    <w:rsid w:val="00391093"/>
    <w:rsid w:val="00391891"/>
    <w:rsid w:val="00391B70"/>
    <w:rsid w:val="00393C0D"/>
    <w:rsid w:val="00394D00"/>
    <w:rsid w:val="00394DFF"/>
    <w:rsid w:val="00395427"/>
    <w:rsid w:val="00397432"/>
    <w:rsid w:val="00397A20"/>
    <w:rsid w:val="003A006A"/>
    <w:rsid w:val="003A0BA0"/>
    <w:rsid w:val="003A0D00"/>
    <w:rsid w:val="003A1288"/>
    <w:rsid w:val="003A1381"/>
    <w:rsid w:val="003A2762"/>
    <w:rsid w:val="003A2D49"/>
    <w:rsid w:val="003A2E76"/>
    <w:rsid w:val="003A31D7"/>
    <w:rsid w:val="003A369F"/>
    <w:rsid w:val="003A42EA"/>
    <w:rsid w:val="003A4410"/>
    <w:rsid w:val="003A4A7C"/>
    <w:rsid w:val="003A518D"/>
    <w:rsid w:val="003A61FC"/>
    <w:rsid w:val="003A65E8"/>
    <w:rsid w:val="003A67E7"/>
    <w:rsid w:val="003A6896"/>
    <w:rsid w:val="003A6CA6"/>
    <w:rsid w:val="003A7583"/>
    <w:rsid w:val="003A7A03"/>
    <w:rsid w:val="003B0020"/>
    <w:rsid w:val="003B04A3"/>
    <w:rsid w:val="003B11A2"/>
    <w:rsid w:val="003B13D7"/>
    <w:rsid w:val="003B1A6C"/>
    <w:rsid w:val="003B1E80"/>
    <w:rsid w:val="003B204B"/>
    <w:rsid w:val="003B26EB"/>
    <w:rsid w:val="003B27DB"/>
    <w:rsid w:val="003B31A5"/>
    <w:rsid w:val="003B65C9"/>
    <w:rsid w:val="003B6E4C"/>
    <w:rsid w:val="003B72E7"/>
    <w:rsid w:val="003C0CA5"/>
    <w:rsid w:val="003C2354"/>
    <w:rsid w:val="003C2404"/>
    <w:rsid w:val="003C3813"/>
    <w:rsid w:val="003C3AD2"/>
    <w:rsid w:val="003C3C45"/>
    <w:rsid w:val="003C40E9"/>
    <w:rsid w:val="003C4141"/>
    <w:rsid w:val="003C426B"/>
    <w:rsid w:val="003C571C"/>
    <w:rsid w:val="003C5842"/>
    <w:rsid w:val="003C6380"/>
    <w:rsid w:val="003C693D"/>
    <w:rsid w:val="003C71D2"/>
    <w:rsid w:val="003C7798"/>
    <w:rsid w:val="003C79E1"/>
    <w:rsid w:val="003C7A50"/>
    <w:rsid w:val="003D0D5D"/>
    <w:rsid w:val="003D1644"/>
    <w:rsid w:val="003D1747"/>
    <w:rsid w:val="003D17A9"/>
    <w:rsid w:val="003D2035"/>
    <w:rsid w:val="003D2C22"/>
    <w:rsid w:val="003D2DDE"/>
    <w:rsid w:val="003D4B60"/>
    <w:rsid w:val="003D6C29"/>
    <w:rsid w:val="003D7D44"/>
    <w:rsid w:val="003E04EB"/>
    <w:rsid w:val="003E06E9"/>
    <w:rsid w:val="003E0704"/>
    <w:rsid w:val="003E09AB"/>
    <w:rsid w:val="003E1C14"/>
    <w:rsid w:val="003E1E19"/>
    <w:rsid w:val="003E261D"/>
    <w:rsid w:val="003E2886"/>
    <w:rsid w:val="003E2EC9"/>
    <w:rsid w:val="003E5E0B"/>
    <w:rsid w:val="003E71AC"/>
    <w:rsid w:val="003E7B9E"/>
    <w:rsid w:val="003F13D5"/>
    <w:rsid w:val="003F1718"/>
    <w:rsid w:val="003F19A7"/>
    <w:rsid w:val="003F2A8D"/>
    <w:rsid w:val="003F3396"/>
    <w:rsid w:val="003F3C42"/>
    <w:rsid w:val="003F4047"/>
    <w:rsid w:val="003F480B"/>
    <w:rsid w:val="003F487F"/>
    <w:rsid w:val="003F666B"/>
    <w:rsid w:val="003F7C94"/>
    <w:rsid w:val="00401CBD"/>
    <w:rsid w:val="00402789"/>
    <w:rsid w:val="00403CD0"/>
    <w:rsid w:val="0040576B"/>
    <w:rsid w:val="00405C04"/>
    <w:rsid w:val="004069DB"/>
    <w:rsid w:val="00407A3E"/>
    <w:rsid w:val="00410AB0"/>
    <w:rsid w:val="00410E58"/>
    <w:rsid w:val="004116D6"/>
    <w:rsid w:val="0041227A"/>
    <w:rsid w:val="00412976"/>
    <w:rsid w:val="00413030"/>
    <w:rsid w:val="004143D1"/>
    <w:rsid w:val="0041446D"/>
    <w:rsid w:val="00414CC1"/>
    <w:rsid w:val="0041599D"/>
    <w:rsid w:val="00415D1A"/>
    <w:rsid w:val="00415E6C"/>
    <w:rsid w:val="004163BD"/>
    <w:rsid w:val="0041642C"/>
    <w:rsid w:val="00416855"/>
    <w:rsid w:val="00420F9E"/>
    <w:rsid w:val="00422E45"/>
    <w:rsid w:val="00423F01"/>
    <w:rsid w:val="00424875"/>
    <w:rsid w:val="00425602"/>
    <w:rsid w:val="0042587A"/>
    <w:rsid w:val="00427B67"/>
    <w:rsid w:val="00430C43"/>
    <w:rsid w:val="004317F3"/>
    <w:rsid w:val="00433E62"/>
    <w:rsid w:val="00433F99"/>
    <w:rsid w:val="004346E2"/>
    <w:rsid w:val="00434B57"/>
    <w:rsid w:val="00435796"/>
    <w:rsid w:val="00436435"/>
    <w:rsid w:val="00440203"/>
    <w:rsid w:val="00441EC2"/>
    <w:rsid w:val="004430EF"/>
    <w:rsid w:val="00443F35"/>
    <w:rsid w:val="00444203"/>
    <w:rsid w:val="004445A7"/>
    <w:rsid w:val="00444B0C"/>
    <w:rsid w:val="00444DD9"/>
    <w:rsid w:val="004460F6"/>
    <w:rsid w:val="00450234"/>
    <w:rsid w:val="004510E6"/>
    <w:rsid w:val="0045190C"/>
    <w:rsid w:val="00452222"/>
    <w:rsid w:val="004525A5"/>
    <w:rsid w:val="004533AB"/>
    <w:rsid w:val="0045438A"/>
    <w:rsid w:val="004553CC"/>
    <w:rsid w:val="00456ECE"/>
    <w:rsid w:val="00457071"/>
    <w:rsid w:val="00457252"/>
    <w:rsid w:val="004603CC"/>
    <w:rsid w:val="0046066F"/>
    <w:rsid w:val="00461908"/>
    <w:rsid w:val="00461EDA"/>
    <w:rsid w:val="004621D7"/>
    <w:rsid w:val="004631B1"/>
    <w:rsid w:val="00463324"/>
    <w:rsid w:val="004644F5"/>
    <w:rsid w:val="004648BA"/>
    <w:rsid w:val="004656D5"/>
    <w:rsid w:val="0047332B"/>
    <w:rsid w:val="0047442C"/>
    <w:rsid w:val="004748E5"/>
    <w:rsid w:val="00474ECB"/>
    <w:rsid w:val="00475EE9"/>
    <w:rsid w:val="004767F2"/>
    <w:rsid w:val="00476AA4"/>
    <w:rsid w:val="00476D4A"/>
    <w:rsid w:val="00480B8A"/>
    <w:rsid w:val="00481F10"/>
    <w:rsid w:val="004829AE"/>
    <w:rsid w:val="0048329B"/>
    <w:rsid w:val="004837EB"/>
    <w:rsid w:val="00484072"/>
    <w:rsid w:val="0048407F"/>
    <w:rsid w:val="00484177"/>
    <w:rsid w:val="004850B7"/>
    <w:rsid w:val="00486695"/>
    <w:rsid w:val="004909C9"/>
    <w:rsid w:val="00490B47"/>
    <w:rsid w:val="00493C2A"/>
    <w:rsid w:val="00494940"/>
    <w:rsid w:val="0049536F"/>
    <w:rsid w:val="00496235"/>
    <w:rsid w:val="0049755C"/>
    <w:rsid w:val="00497B94"/>
    <w:rsid w:val="004A19B6"/>
    <w:rsid w:val="004A1DE7"/>
    <w:rsid w:val="004A1EC5"/>
    <w:rsid w:val="004A546A"/>
    <w:rsid w:val="004A5A98"/>
    <w:rsid w:val="004A5EBD"/>
    <w:rsid w:val="004A6787"/>
    <w:rsid w:val="004A6836"/>
    <w:rsid w:val="004B273D"/>
    <w:rsid w:val="004B2BE8"/>
    <w:rsid w:val="004B3238"/>
    <w:rsid w:val="004B3A94"/>
    <w:rsid w:val="004B52CF"/>
    <w:rsid w:val="004B54FC"/>
    <w:rsid w:val="004B7085"/>
    <w:rsid w:val="004B769B"/>
    <w:rsid w:val="004B7FF2"/>
    <w:rsid w:val="004C1C42"/>
    <w:rsid w:val="004C1E20"/>
    <w:rsid w:val="004C2D1A"/>
    <w:rsid w:val="004D06CB"/>
    <w:rsid w:val="004D0EE8"/>
    <w:rsid w:val="004D104D"/>
    <w:rsid w:val="004D1536"/>
    <w:rsid w:val="004D1BD1"/>
    <w:rsid w:val="004D1FBA"/>
    <w:rsid w:val="004D2432"/>
    <w:rsid w:val="004D26E4"/>
    <w:rsid w:val="004D2DA2"/>
    <w:rsid w:val="004D2DB7"/>
    <w:rsid w:val="004D2EA3"/>
    <w:rsid w:val="004D2F1E"/>
    <w:rsid w:val="004D2FF2"/>
    <w:rsid w:val="004D3814"/>
    <w:rsid w:val="004D3BC3"/>
    <w:rsid w:val="004D4221"/>
    <w:rsid w:val="004D4BAC"/>
    <w:rsid w:val="004D5E71"/>
    <w:rsid w:val="004D6C60"/>
    <w:rsid w:val="004E00A0"/>
    <w:rsid w:val="004E0672"/>
    <w:rsid w:val="004E13E5"/>
    <w:rsid w:val="004E2493"/>
    <w:rsid w:val="004E280F"/>
    <w:rsid w:val="004E3465"/>
    <w:rsid w:val="004E389A"/>
    <w:rsid w:val="004E3F33"/>
    <w:rsid w:val="004E439B"/>
    <w:rsid w:val="004E4A11"/>
    <w:rsid w:val="004E5443"/>
    <w:rsid w:val="004E7204"/>
    <w:rsid w:val="004E7A3D"/>
    <w:rsid w:val="004F10B0"/>
    <w:rsid w:val="004F2401"/>
    <w:rsid w:val="004F291D"/>
    <w:rsid w:val="004F47E9"/>
    <w:rsid w:val="004F53D3"/>
    <w:rsid w:val="004F5651"/>
    <w:rsid w:val="004F5688"/>
    <w:rsid w:val="004F5F96"/>
    <w:rsid w:val="004F611E"/>
    <w:rsid w:val="004F621F"/>
    <w:rsid w:val="004F681A"/>
    <w:rsid w:val="004F6940"/>
    <w:rsid w:val="005001C6"/>
    <w:rsid w:val="00500D86"/>
    <w:rsid w:val="005019BA"/>
    <w:rsid w:val="0050266F"/>
    <w:rsid w:val="00504096"/>
    <w:rsid w:val="005064A7"/>
    <w:rsid w:val="005064B2"/>
    <w:rsid w:val="00506CEB"/>
    <w:rsid w:val="005074DB"/>
    <w:rsid w:val="00512427"/>
    <w:rsid w:val="00512D95"/>
    <w:rsid w:val="005132D6"/>
    <w:rsid w:val="00513A24"/>
    <w:rsid w:val="00513B89"/>
    <w:rsid w:val="00515132"/>
    <w:rsid w:val="00515208"/>
    <w:rsid w:val="00515800"/>
    <w:rsid w:val="00515866"/>
    <w:rsid w:val="00515E36"/>
    <w:rsid w:val="0051758B"/>
    <w:rsid w:val="0052105A"/>
    <w:rsid w:val="00521AC9"/>
    <w:rsid w:val="00522942"/>
    <w:rsid w:val="00522E1C"/>
    <w:rsid w:val="005251C6"/>
    <w:rsid w:val="00525535"/>
    <w:rsid w:val="005260CA"/>
    <w:rsid w:val="005268A7"/>
    <w:rsid w:val="00527627"/>
    <w:rsid w:val="0053003B"/>
    <w:rsid w:val="00530805"/>
    <w:rsid w:val="005308A8"/>
    <w:rsid w:val="00531D45"/>
    <w:rsid w:val="0053254C"/>
    <w:rsid w:val="0053376B"/>
    <w:rsid w:val="005337A7"/>
    <w:rsid w:val="005346CB"/>
    <w:rsid w:val="00536238"/>
    <w:rsid w:val="00536DDC"/>
    <w:rsid w:val="00536EC8"/>
    <w:rsid w:val="00537961"/>
    <w:rsid w:val="00537E65"/>
    <w:rsid w:val="005411EA"/>
    <w:rsid w:val="0054127B"/>
    <w:rsid w:val="00541F25"/>
    <w:rsid w:val="00542537"/>
    <w:rsid w:val="00542933"/>
    <w:rsid w:val="005434BE"/>
    <w:rsid w:val="00544EF9"/>
    <w:rsid w:val="00545604"/>
    <w:rsid w:val="0054573A"/>
    <w:rsid w:val="00545864"/>
    <w:rsid w:val="005459EB"/>
    <w:rsid w:val="00546C86"/>
    <w:rsid w:val="00547DCF"/>
    <w:rsid w:val="005506A2"/>
    <w:rsid w:val="005506A3"/>
    <w:rsid w:val="00550DD7"/>
    <w:rsid w:val="00551CFC"/>
    <w:rsid w:val="00552215"/>
    <w:rsid w:val="005526A2"/>
    <w:rsid w:val="0055272A"/>
    <w:rsid w:val="005527A1"/>
    <w:rsid w:val="005533AD"/>
    <w:rsid w:val="005533B3"/>
    <w:rsid w:val="00553A2D"/>
    <w:rsid w:val="005545C1"/>
    <w:rsid w:val="00555557"/>
    <w:rsid w:val="00555BAF"/>
    <w:rsid w:val="00556523"/>
    <w:rsid w:val="00556762"/>
    <w:rsid w:val="005572EE"/>
    <w:rsid w:val="005600F5"/>
    <w:rsid w:val="00560249"/>
    <w:rsid w:val="005609A5"/>
    <w:rsid w:val="00560B1F"/>
    <w:rsid w:val="00561053"/>
    <w:rsid w:val="0056137A"/>
    <w:rsid w:val="00561C98"/>
    <w:rsid w:val="00561F2F"/>
    <w:rsid w:val="0056252B"/>
    <w:rsid w:val="005629E0"/>
    <w:rsid w:val="00564783"/>
    <w:rsid w:val="0056499A"/>
    <w:rsid w:val="00565323"/>
    <w:rsid w:val="00565366"/>
    <w:rsid w:val="00566815"/>
    <w:rsid w:val="00567FB8"/>
    <w:rsid w:val="00570E2D"/>
    <w:rsid w:val="00572811"/>
    <w:rsid w:val="00572E10"/>
    <w:rsid w:val="00572FF6"/>
    <w:rsid w:val="00573D7C"/>
    <w:rsid w:val="00573F3B"/>
    <w:rsid w:val="005743C8"/>
    <w:rsid w:val="005750F6"/>
    <w:rsid w:val="005755AF"/>
    <w:rsid w:val="0057619C"/>
    <w:rsid w:val="00576491"/>
    <w:rsid w:val="005769E1"/>
    <w:rsid w:val="00577651"/>
    <w:rsid w:val="00577835"/>
    <w:rsid w:val="00580054"/>
    <w:rsid w:val="00580145"/>
    <w:rsid w:val="0058032F"/>
    <w:rsid w:val="00580752"/>
    <w:rsid w:val="00580899"/>
    <w:rsid w:val="00580FFF"/>
    <w:rsid w:val="00582B39"/>
    <w:rsid w:val="00583A2F"/>
    <w:rsid w:val="00584A54"/>
    <w:rsid w:val="00584E4B"/>
    <w:rsid w:val="00584EFB"/>
    <w:rsid w:val="0058570A"/>
    <w:rsid w:val="005859AE"/>
    <w:rsid w:val="005875F7"/>
    <w:rsid w:val="00587C4F"/>
    <w:rsid w:val="00587F25"/>
    <w:rsid w:val="005902EC"/>
    <w:rsid w:val="005905B7"/>
    <w:rsid w:val="00590688"/>
    <w:rsid w:val="00591364"/>
    <w:rsid w:val="00591413"/>
    <w:rsid w:val="00592123"/>
    <w:rsid w:val="00592B3E"/>
    <w:rsid w:val="00592F50"/>
    <w:rsid w:val="00593658"/>
    <w:rsid w:val="00593D6A"/>
    <w:rsid w:val="00593E4A"/>
    <w:rsid w:val="00593EFF"/>
    <w:rsid w:val="005940B9"/>
    <w:rsid w:val="0059416F"/>
    <w:rsid w:val="00594AD1"/>
    <w:rsid w:val="00594E44"/>
    <w:rsid w:val="005950E5"/>
    <w:rsid w:val="00597912"/>
    <w:rsid w:val="005A00D4"/>
    <w:rsid w:val="005A13CA"/>
    <w:rsid w:val="005A32CF"/>
    <w:rsid w:val="005A383C"/>
    <w:rsid w:val="005A4199"/>
    <w:rsid w:val="005A4305"/>
    <w:rsid w:val="005A5C85"/>
    <w:rsid w:val="005A5E69"/>
    <w:rsid w:val="005A6C72"/>
    <w:rsid w:val="005A73E8"/>
    <w:rsid w:val="005A7D1A"/>
    <w:rsid w:val="005B045D"/>
    <w:rsid w:val="005B0C4A"/>
    <w:rsid w:val="005B1406"/>
    <w:rsid w:val="005B1F89"/>
    <w:rsid w:val="005B32B6"/>
    <w:rsid w:val="005B3523"/>
    <w:rsid w:val="005B4E8A"/>
    <w:rsid w:val="005B5259"/>
    <w:rsid w:val="005B59A0"/>
    <w:rsid w:val="005B6550"/>
    <w:rsid w:val="005B6E2D"/>
    <w:rsid w:val="005B758C"/>
    <w:rsid w:val="005B761B"/>
    <w:rsid w:val="005C0425"/>
    <w:rsid w:val="005C05B7"/>
    <w:rsid w:val="005C0710"/>
    <w:rsid w:val="005C0A80"/>
    <w:rsid w:val="005C0C9B"/>
    <w:rsid w:val="005C1126"/>
    <w:rsid w:val="005C1280"/>
    <w:rsid w:val="005C1491"/>
    <w:rsid w:val="005C26EC"/>
    <w:rsid w:val="005C2DA1"/>
    <w:rsid w:val="005C351D"/>
    <w:rsid w:val="005C35FC"/>
    <w:rsid w:val="005C3714"/>
    <w:rsid w:val="005C3DAB"/>
    <w:rsid w:val="005C412D"/>
    <w:rsid w:val="005C4285"/>
    <w:rsid w:val="005C5CDD"/>
    <w:rsid w:val="005C78E7"/>
    <w:rsid w:val="005D02F7"/>
    <w:rsid w:val="005D0633"/>
    <w:rsid w:val="005D091C"/>
    <w:rsid w:val="005D09AA"/>
    <w:rsid w:val="005D1789"/>
    <w:rsid w:val="005D7648"/>
    <w:rsid w:val="005D7A93"/>
    <w:rsid w:val="005D7AAE"/>
    <w:rsid w:val="005D7C63"/>
    <w:rsid w:val="005E1A14"/>
    <w:rsid w:val="005E1A92"/>
    <w:rsid w:val="005E20AF"/>
    <w:rsid w:val="005E2D74"/>
    <w:rsid w:val="005E3884"/>
    <w:rsid w:val="005E3D6F"/>
    <w:rsid w:val="005E3F05"/>
    <w:rsid w:val="005E438B"/>
    <w:rsid w:val="005E4C5D"/>
    <w:rsid w:val="005E5124"/>
    <w:rsid w:val="005E59D0"/>
    <w:rsid w:val="005E684C"/>
    <w:rsid w:val="005E6922"/>
    <w:rsid w:val="005E6A12"/>
    <w:rsid w:val="005E6E0D"/>
    <w:rsid w:val="005E7AC3"/>
    <w:rsid w:val="005F1A60"/>
    <w:rsid w:val="005F2049"/>
    <w:rsid w:val="005F57CF"/>
    <w:rsid w:val="005F5E44"/>
    <w:rsid w:val="005F7207"/>
    <w:rsid w:val="005F73E6"/>
    <w:rsid w:val="005F74D5"/>
    <w:rsid w:val="0060013D"/>
    <w:rsid w:val="00600E30"/>
    <w:rsid w:val="00601CA5"/>
    <w:rsid w:val="00602345"/>
    <w:rsid w:val="006025C2"/>
    <w:rsid w:val="00603AD3"/>
    <w:rsid w:val="006042CF"/>
    <w:rsid w:val="006042D8"/>
    <w:rsid w:val="00606A34"/>
    <w:rsid w:val="00607719"/>
    <w:rsid w:val="00610357"/>
    <w:rsid w:val="00611BE1"/>
    <w:rsid w:val="00613033"/>
    <w:rsid w:val="0061359D"/>
    <w:rsid w:val="00613A50"/>
    <w:rsid w:val="00616FD3"/>
    <w:rsid w:val="006170BA"/>
    <w:rsid w:val="00617259"/>
    <w:rsid w:val="0061742E"/>
    <w:rsid w:val="0062076B"/>
    <w:rsid w:val="006214FF"/>
    <w:rsid w:val="0062268C"/>
    <w:rsid w:val="00622CB9"/>
    <w:rsid w:val="00622DAB"/>
    <w:rsid w:val="00623241"/>
    <w:rsid w:val="00625E67"/>
    <w:rsid w:val="00626E29"/>
    <w:rsid w:val="006273AA"/>
    <w:rsid w:val="00627772"/>
    <w:rsid w:val="00627EF9"/>
    <w:rsid w:val="006302AB"/>
    <w:rsid w:val="00630C92"/>
    <w:rsid w:val="00630E34"/>
    <w:rsid w:val="0063134A"/>
    <w:rsid w:val="00631BC9"/>
    <w:rsid w:val="00631D6D"/>
    <w:rsid w:val="00632A2E"/>
    <w:rsid w:val="00633D1C"/>
    <w:rsid w:val="006344E2"/>
    <w:rsid w:val="006346DD"/>
    <w:rsid w:val="00634C42"/>
    <w:rsid w:val="00635CF4"/>
    <w:rsid w:val="00635EC6"/>
    <w:rsid w:val="006360CE"/>
    <w:rsid w:val="00640115"/>
    <w:rsid w:val="0064063B"/>
    <w:rsid w:val="006427E2"/>
    <w:rsid w:val="00644387"/>
    <w:rsid w:val="006447FE"/>
    <w:rsid w:val="00645CF7"/>
    <w:rsid w:val="0064617E"/>
    <w:rsid w:val="00650ED4"/>
    <w:rsid w:val="00651470"/>
    <w:rsid w:val="00651607"/>
    <w:rsid w:val="0065307F"/>
    <w:rsid w:val="00654722"/>
    <w:rsid w:val="006553FE"/>
    <w:rsid w:val="00655AAE"/>
    <w:rsid w:val="00656CDF"/>
    <w:rsid w:val="00656CEA"/>
    <w:rsid w:val="006617FD"/>
    <w:rsid w:val="0066273C"/>
    <w:rsid w:val="00662807"/>
    <w:rsid w:val="00662988"/>
    <w:rsid w:val="0066318D"/>
    <w:rsid w:val="00663598"/>
    <w:rsid w:val="0066363E"/>
    <w:rsid w:val="006638A8"/>
    <w:rsid w:val="006640B3"/>
    <w:rsid w:val="0066425E"/>
    <w:rsid w:val="0066479F"/>
    <w:rsid w:val="00664847"/>
    <w:rsid w:val="0066528A"/>
    <w:rsid w:val="00665FBE"/>
    <w:rsid w:val="00666DEC"/>
    <w:rsid w:val="0066706A"/>
    <w:rsid w:val="00667454"/>
    <w:rsid w:val="00670183"/>
    <w:rsid w:val="00670C35"/>
    <w:rsid w:val="006726DC"/>
    <w:rsid w:val="00672A59"/>
    <w:rsid w:val="00672E8C"/>
    <w:rsid w:val="0067431A"/>
    <w:rsid w:val="006765E7"/>
    <w:rsid w:val="00676D95"/>
    <w:rsid w:val="00677B98"/>
    <w:rsid w:val="00680972"/>
    <w:rsid w:val="0068199B"/>
    <w:rsid w:val="00681B21"/>
    <w:rsid w:val="00682211"/>
    <w:rsid w:val="006829E7"/>
    <w:rsid w:val="006833B6"/>
    <w:rsid w:val="006838FC"/>
    <w:rsid w:val="00684A87"/>
    <w:rsid w:val="00684AB2"/>
    <w:rsid w:val="00685CA2"/>
    <w:rsid w:val="0068601F"/>
    <w:rsid w:val="00686255"/>
    <w:rsid w:val="00686D17"/>
    <w:rsid w:val="00687026"/>
    <w:rsid w:val="0068729E"/>
    <w:rsid w:val="00690483"/>
    <w:rsid w:val="00690555"/>
    <w:rsid w:val="00690BA4"/>
    <w:rsid w:val="0069157B"/>
    <w:rsid w:val="00692EE3"/>
    <w:rsid w:val="0069392B"/>
    <w:rsid w:val="00693FD7"/>
    <w:rsid w:val="006946AC"/>
    <w:rsid w:val="00694A05"/>
    <w:rsid w:val="00696156"/>
    <w:rsid w:val="00696986"/>
    <w:rsid w:val="006977DE"/>
    <w:rsid w:val="006A094B"/>
    <w:rsid w:val="006A0EFA"/>
    <w:rsid w:val="006A1BFA"/>
    <w:rsid w:val="006A21BE"/>
    <w:rsid w:val="006A3001"/>
    <w:rsid w:val="006A4F31"/>
    <w:rsid w:val="006A53A5"/>
    <w:rsid w:val="006A5CC2"/>
    <w:rsid w:val="006A7AD9"/>
    <w:rsid w:val="006A7B9E"/>
    <w:rsid w:val="006B0FFC"/>
    <w:rsid w:val="006B56C5"/>
    <w:rsid w:val="006B5769"/>
    <w:rsid w:val="006B595A"/>
    <w:rsid w:val="006B5D7A"/>
    <w:rsid w:val="006B66F1"/>
    <w:rsid w:val="006B6795"/>
    <w:rsid w:val="006B763C"/>
    <w:rsid w:val="006B7B84"/>
    <w:rsid w:val="006B7F8F"/>
    <w:rsid w:val="006C04F5"/>
    <w:rsid w:val="006C114D"/>
    <w:rsid w:val="006C13B4"/>
    <w:rsid w:val="006C146F"/>
    <w:rsid w:val="006C1BD9"/>
    <w:rsid w:val="006C1EFA"/>
    <w:rsid w:val="006C1F7A"/>
    <w:rsid w:val="006C2976"/>
    <w:rsid w:val="006C29FA"/>
    <w:rsid w:val="006C2DE3"/>
    <w:rsid w:val="006C3C8C"/>
    <w:rsid w:val="006C3E92"/>
    <w:rsid w:val="006C659F"/>
    <w:rsid w:val="006C7763"/>
    <w:rsid w:val="006C7DB3"/>
    <w:rsid w:val="006D04EB"/>
    <w:rsid w:val="006D095E"/>
    <w:rsid w:val="006D0E1E"/>
    <w:rsid w:val="006D11C7"/>
    <w:rsid w:val="006D1397"/>
    <w:rsid w:val="006D1744"/>
    <w:rsid w:val="006D19BA"/>
    <w:rsid w:val="006D20AA"/>
    <w:rsid w:val="006D281C"/>
    <w:rsid w:val="006D3070"/>
    <w:rsid w:val="006D31AA"/>
    <w:rsid w:val="006D3F14"/>
    <w:rsid w:val="006D473F"/>
    <w:rsid w:val="006D4948"/>
    <w:rsid w:val="006D4A85"/>
    <w:rsid w:val="006D4C2B"/>
    <w:rsid w:val="006D62C0"/>
    <w:rsid w:val="006D6CC6"/>
    <w:rsid w:val="006D7091"/>
    <w:rsid w:val="006D7B44"/>
    <w:rsid w:val="006E06C1"/>
    <w:rsid w:val="006E0A82"/>
    <w:rsid w:val="006E1719"/>
    <w:rsid w:val="006E18EB"/>
    <w:rsid w:val="006E21C7"/>
    <w:rsid w:val="006E25CB"/>
    <w:rsid w:val="006E2F16"/>
    <w:rsid w:val="006E2FA1"/>
    <w:rsid w:val="006E3371"/>
    <w:rsid w:val="006E3C0E"/>
    <w:rsid w:val="006E3C56"/>
    <w:rsid w:val="006E3F5A"/>
    <w:rsid w:val="006E44F1"/>
    <w:rsid w:val="006E4AB1"/>
    <w:rsid w:val="006E690E"/>
    <w:rsid w:val="006E75D5"/>
    <w:rsid w:val="006E7672"/>
    <w:rsid w:val="006E7C5C"/>
    <w:rsid w:val="006F0C41"/>
    <w:rsid w:val="006F0F91"/>
    <w:rsid w:val="006F1462"/>
    <w:rsid w:val="006F2988"/>
    <w:rsid w:val="006F32DD"/>
    <w:rsid w:val="006F3720"/>
    <w:rsid w:val="006F3CFA"/>
    <w:rsid w:val="006F480C"/>
    <w:rsid w:val="006F4B22"/>
    <w:rsid w:val="006F553A"/>
    <w:rsid w:val="006F7A40"/>
    <w:rsid w:val="006F7F2B"/>
    <w:rsid w:val="00700E3C"/>
    <w:rsid w:val="00700F78"/>
    <w:rsid w:val="00701BE3"/>
    <w:rsid w:val="00701C9F"/>
    <w:rsid w:val="00704DD7"/>
    <w:rsid w:val="0070619C"/>
    <w:rsid w:val="00706F24"/>
    <w:rsid w:val="007071DE"/>
    <w:rsid w:val="007073FB"/>
    <w:rsid w:val="007077F3"/>
    <w:rsid w:val="007115F1"/>
    <w:rsid w:val="00711D4A"/>
    <w:rsid w:val="00711E77"/>
    <w:rsid w:val="00714DCD"/>
    <w:rsid w:val="00714F8D"/>
    <w:rsid w:val="007167DC"/>
    <w:rsid w:val="007172C3"/>
    <w:rsid w:val="00717746"/>
    <w:rsid w:val="00717877"/>
    <w:rsid w:val="00717B49"/>
    <w:rsid w:val="007205FE"/>
    <w:rsid w:val="007208A4"/>
    <w:rsid w:val="0072141D"/>
    <w:rsid w:val="007219FE"/>
    <w:rsid w:val="00725499"/>
    <w:rsid w:val="00727855"/>
    <w:rsid w:val="00727CEF"/>
    <w:rsid w:val="00727ECE"/>
    <w:rsid w:val="007300FE"/>
    <w:rsid w:val="0073053F"/>
    <w:rsid w:val="0073121D"/>
    <w:rsid w:val="007322FF"/>
    <w:rsid w:val="00733264"/>
    <w:rsid w:val="00734149"/>
    <w:rsid w:val="00735380"/>
    <w:rsid w:val="007356F4"/>
    <w:rsid w:val="00737185"/>
    <w:rsid w:val="00737524"/>
    <w:rsid w:val="00737627"/>
    <w:rsid w:val="007378D5"/>
    <w:rsid w:val="00740630"/>
    <w:rsid w:val="00740746"/>
    <w:rsid w:val="00741955"/>
    <w:rsid w:val="00742F40"/>
    <w:rsid w:val="0074360C"/>
    <w:rsid w:val="00743D0B"/>
    <w:rsid w:val="0074402C"/>
    <w:rsid w:val="00744092"/>
    <w:rsid w:val="007446E9"/>
    <w:rsid w:val="007450AD"/>
    <w:rsid w:val="00745F37"/>
    <w:rsid w:val="00747C84"/>
    <w:rsid w:val="00750C4D"/>
    <w:rsid w:val="007511BD"/>
    <w:rsid w:val="00751C0C"/>
    <w:rsid w:val="00751EC1"/>
    <w:rsid w:val="00752309"/>
    <w:rsid w:val="00752DA1"/>
    <w:rsid w:val="00752F54"/>
    <w:rsid w:val="00752FBE"/>
    <w:rsid w:val="00753087"/>
    <w:rsid w:val="007530CD"/>
    <w:rsid w:val="0075355D"/>
    <w:rsid w:val="00754206"/>
    <w:rsid w:val="00754BA7"/>
    <w:rsid w:val="007554C6"/>
    <w:rsid w:val="00755BAF"/>
    <w:rsid w:val="00755EE8"/>
    <w:rsid w:val="007563C4"/>
    <w:rsid w:val="00756B6E"/>
    <w:rsid w:val="00756BF0"/>
    <w:rsid w:val="0075727D"/>
    <w:rsid w:val="00760A73"/>
    <w:rsid w:val="007611CD"/>
    <w:rsid w:val="007639AE"/>
    <w:rsid w:val="007639C2"/>
    <w:rsid w:val="00763AA1"/>
    <w:rsid w:val="00763BFE"/>
    <w:rsid w:val="00763D90"/>
    <w:rsid w:val="00763DA0"/>
    <w:rsid w:val="00764416"/>
    <w:rsid w:val="0076458D"/>
    <w:rsid w:val="00764D97"/>
    <w:rsid w:val="0076507F"/>
    <w:rsid w:val="00765376"/>
    <w:rsid w:val="00765742"/>
    <w:rsid w:val="0076632D"/>
    <w:rsid w:val="0076696D"/>
    <w:rsid w:val="00766A57"/>
    <w:rsid w:val="007678DC"/>
    <w:rsid w:val="007706EB"/>
    <w:rsid w:val="00770709"/>
    <w:rsid w:val="00770F78"/>
    <w:rsid w:val="00771626"/>
    <w:rsid w:val="007717C7"/>
    <w:rsid w:val="00773F50"/>
    <w:rsid w:val="00774930"/>
    <w:rsid w:val="00775361"/>
    <w:rsid w:val="00775F9B"/>
    <w:rsid w:val="00776074"/>
    <w:rsid w:val="0077609D"/>
    <w:rsid w:val="00776EB3"/>
    <w:rsid w:val="00777650"/>
    <w:rsid w:val="00780003"/>
    <w:rsid w:val="0078089B"/>
    <w:rsid w:val="00782E00"/>
    <w:rsid w:val="00783420"/>
    <w:rsid w:val="00783EDD"/>
    <w:rsid w:val="00784809"/>
    <w:rsid w:val="00785702"/>
    <w:rsid w:val="00787F43"/>
    <w:rsid w:val="00791E19"/>
    <w:rsid w:val="007921CB"/>
    <w:rsid w:val="00794D07"/>
    <w:rsid w:val="00795FD5"/>
    <w:rsid w:val="00796726"/>
    <w:rsid w:val="00796961"/>
    <w:rsid w:val="007970BD"/>
    <w:rsid w:val="007A0152"/>
    <w:rsid w:val="007A1086"/>
    <w:rsid w:val="007A1710"/>
    <w:rsid w:val="007A1C2E"/>
    <w:rsid w:val="007A1E1F"/>
    <w:rsid w:val="007A2BA7"/>
    <w:rsid w:val="007A34A1"/>
    <w:rsid w:val="007A360D"/>
    <w:rsid w:val="007A380A"/>
    <w:rsid w:val="007A3F88"/>
    <w:rsid w:val="007A43B3"/>
    <w:rsid w:val="007A55DF"/>
    <w:rsid w:val="007A6B7B"/>
    <w:rsid w:val="007A7B38"/>
    <w:rsid w:val="007A7B4A"/>
    <w:rsid w:val="007B00EF"/>
    <w:rsid w:val="007B0744"/>
    <w:rsid w:val="007B1305"/>
    <w:rsid w:val="007B155C"/>
    <w:rsid w:val="007B2150"/>
    <w:rsid w:val="007B295C"/>
    <w:rsid w:val="007B2A64"/>
    <w:rsid w:val="007B2BC3"/>
    <w:rsid w:val="007B3662"/>
    <w:rsid w:val="007B469D"/>
    <w:rsid w:val="007B4B84"/>
    <w:rsid w:val="007B4D63"/>
    <w:rsid w:val="007B5864"/>
    <w:rsid w:val="007C0546"/>
    <w:rsid w:val="007C0ABB"/>
    <w:rsid w:val="007C0BE3"/>
    <w:rsid w:val="007C10A3"/>
    <w:rsid w:val="007C152C"/>
    <w:rsid w:val="007C1DE8"/>
    <w:rsid w:val="007C20CA"/>
    <w:rsid w:val="007C2D26"/>
    <w:rsid w:val="007C3189"/>
    <w:rsid w:val="007C4159"/>
    <w:rsid w:val="007C479F"/>
    <w:rsid w:val="007C4BD7"/>
    <w:rsid w:val="007C4D63"/>
    <w:rsid w:val="007C4E73"/>
    <w:rsid w:val="007C6451"/>
    <w:rsid w:val="007C6C94"/>
    <w:rsid w:val="007D02A7"/>
    <w:rsid w:val="007D08CC"/>
    <w:rsid w:val="007D2246"/>
    <w:rsid w:val="007D3497"/>
    <w:rsid w:val="007D414B"/>
    <w:rsid w:val="007D48AA"/>
    <w:rsid w:val="007D5C42"/>
    <w:rsid w:val="007D6717"/>
    <w:rsid w:val="007D7E0B"/>
    <w:rsid w:val="007E1824"/>
    <w:rsid w:val="007E1B63"/>
    <w:rsid w:val="007E1B78"/>
    <w:rsid w:val="007E37DF"/>
    <w:rsid w:val="007E3F39"/>
    <w:rsid w:val="007E5FDF"/>
    <w:rsid w:val="007E6DBC"/>
    <w:rsid w:val="007F0305"/>
    <w:rsid w:val="007F13ED"/>
    <w:rsid w:val="007F1AC7"/>
    <w:rsid w:val="007F32B0"/>
    <w:rsid w:val="007F3887"/>
    <w:rsid w:val="007F52D2"/>
    <w:rsid w:val="007F6226"/>
    <w:rsid w:val="007F6927"/>
    <w:rsid w:val="007F7020"/>
    <w:rsid w:val="007F748A"/>
    <w:rsid w:val="007F7D54"/>
    <w:rsid w:val="007F7DA9"/>
    <w:rsid w:val="00800C20"/>
    <w:rsid w:val="00800EFF"/>
    <w:rsid w:val="00801F76"/>
    <w:rsid w:val="00801FFF"/>
    <w:rsid w:val="00802CA6"/>
    <w:rsid w:val="00802D36"/>
    <w:rsid w:val="00802E91"/>
    <w:rsid w:val="00803205"/>
    <w:rsid w:val="008035C9"/>
    <w:rsid w:val="00803FE7"/>
    <w:rsid w:val="00804C63"/>
    <w:rsid w:val="00805448"/>
    <w:rsid w:val="008068D7"/>
    <w:rsid w:val="0081004A"/>
    <w:rsid w:val="00810C7B"/>
    <w:rsid w:val="00812376"/>
    <w:rsid w:val="008129B7"/>
    <w:rsid w:val="008130D9"/>
    <w:rsid w:val="008150A2"/>
    <w:rsid w:val="008150E2"/>
    <w:rsid w:val="00816789"/>
    <w:rsid w:val="008168BC"/>
    <w:rsid w:val="0081773B"/>
    <w:rsid w:val="00820547"/>
    <w:rsid w:val="00822098"/>
    <w:rsid w:val="0082284D"/>
    <w:rsid w:val="0082291B"/>
    <w:rsid w:val="00822EA3"/>
    <w:rsid w:val="00823343"/>
    <w:rsid w:val="0082395A"/>
    <w:rsid w:val="008248DA"/>
    <w:rsid w:val="00824C6A"/>
    <w:rsid w:val="008251E1"/>
    <w:rsid w:val="008267F3"/>
    <w:rsid w:val="00826906"/>
    <w:rsid w:val="008279AC"/>
    <w:rsid w:val="008317DB"/>
    <w:rsid w:val="00831D93"/>
    <w:rsid w:val="00835DEF"/>
    <w:rsid w:val="00836240"/>
    <w:rsid w:val="0083661A"/>
    <w:rsid w:val="0083795E"/>
    <w:rsid w:val="00837D4E"/>
    <w:rsid w:val="00841623"/>
    <w:rsid w:val="00842141"/>
    <w:rsid w:val="00843064"/>
    <w:rsid w:val="00843247"/>
    <w:rsid w:val="00843634"/>
    <w:rsid w:val="008437F3"/>
    <w:rsid w:val="0084454B"/>
    <w:rsid w:val="00844BD0"/>
    <w:rsid w:val="00844E3B"/>
    <w:rsid w:val="00844F69"/>
    <w:rsid w:val="008452A2"/>
    <w:rsid w:val="00846096"/>
    <w:rsid w:val="008463FC"/>
    <w:rsid w:val="008471A9"/>
    <w:rsid w:val="008476CE"/>
    <w:rsid w:val="00847FAC"/>
    <w:rsid w:val="00850220"/>
    <w:rsid w:val="008513C9"/>
    <w:rsid w:val="00851F7B"/>
    <w:rsid w:val="00853FC2"/>
    <w:rsid w:val="00854793"/>
    <w:rsid w:val="00856026"/>
    <w:rsid w:val="00856ED9"/>
    <w:rsid w:val="00857012"/>
    <w:rsid w:val="00860281"/>
    <w:rsid w:val="00860757"/>
    <w:rsid w:val="00860A17"/>
    <w:rsid w:val="008618CF"/>
    <w:rsid w:val="00862B90"/>
    <w:rsid w:val="00862C71"/>
    <w:rsid w:val="008649F0"/>
    <w:rsid w:val="00864B2A"/>
    <w:rsid w:val="00865574"/>
    <w:rsid w:val="00865C83"/>
    <w:rsid w:val="008663CF"/>
    <w:rsid w:val="0086666D"/>
    <w:rsid w:val="00866AFB"/>
    <w:rsid w:val="0086719F"/>
    <w:rsid w:val="0086747B"/>
    <w:rsid w:val="00867C08"/>
    <w:rsid w:val="00867F79"/>
    <w:rsid w:val="00870E99"/>
    <w:rsid w:val="008714B7"/>
    <w:rsid w:val="008716CD"/>
    <w:rsid w:val="00871BA0"/>
    <w:rsid w:val="00872483"/>
    <w:rsid w:val="008732F8"/>
    <w:rsid w:val="00873386"/>
    <w:rsid w:val="00873E41"/>
    <w:rsid w:val="00873FFD"/>
    <w:rsid w:val="0087573B"/>
    <w:rsid w:val="00876704"/>
    <w:rsid w:val="008767B0"/>
    <w:rsid w:val="00876CFC"/>
    <w:rsid w:val="0087720D"/>
    <w:rsid w:val="00880A04"/>
    <w:rsid w:val="00882195"/>
    <w:rsid w:val="00882267"/>
    <w:rsid w:val="00882AF2"/>
    <w:rsid w:val="0088363E"/>
    <w:rsid w:val="008836F5"/>
    <w:rsid w:val="00883778"/>
    <w:rsid w:val="0088391C"/>
    <w:rsid w:val="00883F79"/>
    <w:rsid w:val="00884200"/>
    <w:rsid w:val="008843EB"/>
    <w:rsid w:val="00884CC7"/>
    <w:rsid w:val="00885454"/>
    <w:rsid w:val="0088581A"/>
    <w:rsid w:val="008870D1"/>
    <w:rsid w:val="00887F1B"/>
    <w:rsid w:val="008900E7"/>
    <w:rsid w:val="00890666"/>
    <w:rsid w:val="00890898"/>
    <w:rsid w:val="00891664"/>
    <w:rsid w:val="008927D5"/>
    <w:rsid w:val="00892A16"/>
    <w:rsid w:val="008930E8"/>
    <w:rsid w:val="008934B9"/>
    <w:rsid w:val="008937C4"/>
    <w:rsid w:val="00895069"/>
    <w:rsid w:val="00895071"/>
    <w:rsid w:val="00895084"/>
    <w:rsid w:val="00896320"/>
    <w:rsid w:val="0089653D"/>
    <w:rsid w:val="008A11BB"/>
    <w:rsid w:val="008A1D04"/>
    <w:rsid w:val="008A25CF"/>
    <w:rsid w:val="008A30D9"/>
    <w:rsid w:val="008A36C1"/>
    <w:rsid w:val="008A4914"/>
    <w:rsid w:val="008A4D3E"/>
    <w:rsid w:val="008A4E4C"/>
    <w:rsid w:val="008A6BBF"/>
    <w:rsid w:val="008A721C"/>
    <w:rsid w:val="008A7493"/>
    <w:rsid w:val="008A7D91"/>
    <w:rsid w:val="008B0A1C"/>
    <w:rsid w:val="008B1002"/>
    <w:rsid w:val="008B15AF"/>
    <w:rsid w:val="008B29C2"/>
    <w:rsid w:val="008B3BA1"/>
    <w:rsid w:val="008B4A5A"/>
    <w:rsid w:val="008B4AF9"/>
    <w:rsid w:val="008B4EC3"/>
    <w:rsid w:val="008B5296"/>
    <w:rsid w:val="008B62B0"/>
    <w:rsid w:val="008B76A2"/>
    <w:rsid w:val="008C0C24"/>
    <w:rsid w:val="008C1C1F"/>
    <w:rsid w:val="008C21AF"/>
    <w:rsid w:val="008C29B0"/>
    <w:rsid w:val="008C3AA9"/>
    <w:rsid w:val="008C4AA0"/>
    <w:rsid w:val="008C4ED3"/>
    <w:rsid w:val="008C5781"/>
    <w:rsid w:val="008C6091"/>
    <w:rsid w:val="008C6534"/>
    <w:rsid w:val="008C6562"/>
    <w:rsid w:val="008C7139"/>
    <w:rsid w:val="008C7AE2"/>
    <w:rsid w:val="008D071E"/>
    <w:rsid w:val="008D1915"/>
    <w:rsid w:val="008D3A0A"/>
    <w:rsid w:val="008D3B5C"/>
    <w:rsid w:val="008D4462"/>
    <w:rsid w:val="008D4E68"/>
    <w:rsid w:val="008D5016"/>
    <w:rsid w:val="008D514E"/>
    <w:rsid w:val="008D534C"/>
    <w:rsid w:val="008D5399"/>
    <w:rsid w:val="008D5CD7"/>
    <w:rsid w:val="008D6701"/>
    <w:rsid w:val="008D6BC0"/>
    <w:rsid w:val="008D744E"/>
    <w:rsid w:val="008E10CC"/>
    <w:rsid w:val="008E1B3B"/>
    <w:rsid w:val="008E1BA4"/>
    <w:rsid w:val="008E247A"/>
    <w:rsid w:val="008E4EDD"/>
    <w:rsid w:val="008E4F46"/>
    <w:rsid w:val="008E5873"/>
    <w:rsid w:val="008E5887"/>
    <w:rsid w:val="008E64AD"/>
    <w:rsid w:val="008E77C2"/>
    <w:rsid w:val="008E7827"/>
    <w:rsid w:val="008E792A"/>
    <w:rsid w:val="008E7EE4"/>
    <w:rsid w:val="008F1441"/>
    <w:rsid w:val="008F1B07"/>
    <w:rsid w:val="008F1D99"/>
    <w:rsid w:val="008F1F31"/>
    <w:rsid w:val="008F2BA7"/>
    <w:rsid w:val="008F30B8"/>
    <w:rsid w:val="008F4296"/>
    <w:rsid w:val="008F5300"/>
    <w:rsid w:val="008F53DA"/>
    <w:rsid w:val="008F5D28"/>
    <w:rsid w:val="008F7450"/>
    <w:rsid w:val="008F74F4"/>
    <w:rsid w:val="008F7FBE"/>
    <w:rsid w:val="009003FC"/>
    <w:rsid w:val="009004DB"/>
    <w:rsid w:val="009011C5"/>
    <w:rsid w:val="00901218"/>
    <w:rsid w:val="009016AA"/>
    <w:rsid w:val="0090225E"/>
    <w:rsid w:val="00902A1E"/>
    <w:rsid w:val="009038B2"/>
    <w:rsid w:val="00904C8E"/>
    <w:rsid w:val="009061E7"/>
    <w:rsid w:val="009068E0"/>
    <w:rsid w:val="00907BD2"/>
    <w:rsid w:val="0091018F"/>
    <w:rsid w:val="00910792"/>
    <w:rsid w:val="009110F2"/>
    <w:rsid w:val="0091134A"/>
    <w:rsid w:val="00912BD2"/>
    <w:rsid w:val="009143E8"/>
    <w:rsid w:val="009146F3"/>
    <w:rsid w:val="00916BD3"/>
    <w:rsid w:val="009175E9"/>
    <w:rsid w:val="00920582"/>
    <w:rsid w:val="00920D5A"/>
    <w:rsid w:val="00921077"/>
    <w:rsid w:val="0092170B"/>
    <w:rsid w:val="009224EB"/>
    <w:rsid w:val="009232F3"/>
    <w:rsid w:val="00923FDB"/>
    <w:rsid w:val="00924974"/>
    <w:rsid w:val="00924B86"/>
    <w:rsid w:val="00925C2D"/>
    <w:rsid w:val="00926218"/>
    <w:rsid w:val="0092672D"/>
    <w:rsid w:val="009268DA"/>
    <w:rsid w:val="00926A80"/>
    <w:rsid w:val="009273CA"/>
    <w:rsid w:val="009300AB"/>
    <w:rsid w:val="00932720"/>
    <w:rsid w:val="009332DE"/>
    <w:rsid w:val="00933625"/>
    <w:rsid w:val="00934A5F"/>
    <w:rsid w:val="00934B70"/>
    <w:rsid w:val="009355BB"/>
    <w:rsid w:val="009362AA"/>
    <w:rsid w:val="00936357"/>
    <w:rsid w:val="009375B0"/>
    <w:rsid w:val="009411BF"/>
    <w:rsid w:val="00941927"/>
    <w:rsid w:val="009424C0"/>
    <w:rsid w:val="00942C39"/>
    <w:rsid w:val="009435FA"/>
    <w:rsid w:val="009437D0"/>
    <w:rsid w:val="00944540"/>
    <w:rsid w:val="00944619"/>
    <w:rsid w:val="00944644"/>
    <w:rsid w:val="00945F51"/>
    <w:rsid w:val="009468C3"/>
    <w:rsid w:val="009469F1"/>
    <w:rsid w:val="00946BC8"/>
    <w:rsid w:val="00946E65"/>
    <w:rsid w:val="00947B21"/>
    <w:rsid w:val="00947B91"/>
    <w:rsid w:val="00951776"/>
    <w:rsid w:val="009533F8"/>
    <w:rsid w:val="0095377D"/>
    <w:rsid w:val="00954BBA"/>
    <w:rsid w:val="0095552B"/>
    <w:rsid w:val="0095587E"/>
    <w:rsid w:val="00955E50"/>
    <w:rsid w:val="00956122"/>
    <w:rsid w:val="009562C5"/>
    <w:rsid w:val="00956791"/>
    <w:rsid w:val="009574FA"/>
    <w:rsid w:val="00957960"/>
    <w:rsid w:val="009600E4"/>
    <w:rsid w:val="00960A0F"/>
    <w:rsid w:val="00960B21"/>
    <w:rsid w:val="009626B9"/>
    <w:rsid w:val="00963856"/>
    <w:rsid w:val="00963D5A"/>
    <w:rsid w:val="00963EDD"/>
    <w:rsid w:val="00964CBD"/>
    <w:rsid w:val="00965236"/>
    <w:rsid w:val="0096543B"/>
    <w:rsid w:val="009659EF"/>
    <w:rsid w:val="00965EC0"/>
    <w:rsid w:val="009666EA"/>
    <w:rsid w:val="009668A4"/>
    <w:rsid w:val="009668E5"/>
    <w:rsid w:val="00966971"/>
    <w:rsid w:val="00970B21"/>
    <w:rsid w:val="009713D6"/>
    <w:rsid w:val="00973866"/>
    <w:rsid w:val="009739C8"/>
    <w:rsid w:val="0097529B"/>
    <w:rsid w:val="009753A3"/>
    <w:rsid w:val="009762DA"/>
    <w:rsid w:val="0097638F"/>
    <w:rsid w:val="00977385"/>
    <w:rsid w:val="009777C0"/>
    <w:rsid w:val="00980603"/>
    <w:rsid w:val="009806E8"/>
    <w:rsid w:val="00980CD6"/>
    <w:rsid w:val="009822A7"/>
    <w:rsid w:val="00982D74"/>
    <w:rsid w:val="009832B7"/>
    <w:rsid w:val="00983833"/>
    <w:rsid w:val="00983A12"/>
    <w:rsid w:val="00984B6C"/>
    <w:rsid w:val="00984E22"/>
    <w:rsid w:val="00985A0A"/>
    <w:rsid w:val="00985BBF"/>
    <w:rsid w:val="00985D22"/>
    <w:rsid w:val="009865D1"/>
    <w:rsid w:val="00991618"/>
    <w:rsid w:val="009925BB"/>
    <w:rsid w:val="00993B41"/>
    <w:rsid w:val="009941A6"/>
    <w:rsid w:val="009948B6"/>
    <w:rsid w:val="009956A0"/>
    <w:rsid w:val="009958CF"/>
    <w:rsid w:val="0099680E"/>
    <w:rsid w:val="009A0342"/>
    <w:rsid w:val="009A05A3"/>
    <w:rsid w:val="009A086E"/>
    <w:rsid w:val="009A1862"/>
    <w:rsid w:val="009A1BA8"/>
    <w:rsid w:val="009A4358"/>
    <w:rsid w:val="009A4FBC"/>
    <w:rsid w:val="009A53BB"/>
    <w:rsid w:val="009A5496"/>
    <w:rsid w:val="009A5C4A"/>
    <w:rsid w:val="009A63C5"/>
    <w:rsid w:val="009A6972"/>
    <w:rsid w:val="009A6985"/>
    <w:rsid w:val="009A6D3F"/>
    <w:rsid w:val="009A6FBB"/>
    <w:rsid w:val="009A74BA"/>
    <w:rsid w:val="009A78F7"/>
    <w:rsid w:val="009A7F4E"/>
    <w:rsid w:val="009B0F0F"/>
    <w:rsid w:val="009B266A"/>
    <w:rsid w:val="009B28CB"/>
    <w:rsid w:val="009B2C59"/>
    <w:rsid w:val="009B32CD"/>
    <w:rsid w:val="009B343E"/>
    <w:rsid w:val="009B3C21"/>
    <w:rsid w:val="009B3E1C"/>
    <w:rsid w:val="009B4483"/>
    <w:rsid w:val="009B55E0"/>
    <w:rsid w:val="009B6DFC"/>
    <w:rsid w:val="009B716C"/>
    <w:rsid w:val="009C13B0"/>
    <w:rsid w:val="009C16C6"/>
    <w:rsid w:val="009C1A31"/>
    <w:rsid w:val="009C2A56"/>
    <w:rsid w:val="009C2C74"/>
    <w:rsid w:val="009C2D3B"/>
    <w:rsid w:val="009C38E4"/>
    <w:rsid w:val="009C3BDE"/>
    <w:rsid w:val="009C3C78"/>
    <w:rsid w:val="009C45C8"/>
    <w:rsid w:val="009C58D9"/>
    <w:rsid w:val="009C756E"/>
    <w:rsid w:val="009D0FB6"/>
    <w:rsid w:val="009D12F7"/>
    <w:rsid w:val="009D32CF"/>
    <w:rsid w:val="009D3ECF"/>
    <w:rsid w:val="009D44EE"/>
    <w:rsid w:val="009D45B1"/>
    <w:rsid w:val="009D47BB"/>
    <w:rsid w:val="009D4F45"/>
    <w:rsid w:val="009D5332"/>
    <w:rsid w:val="009D58CB"/>
    <w:rsid w:val="009D6E55"/>
    <w:rsid w:val="009D7469"/>
    <w:rsid w:val="009D7786"/>
    <w:rsid w:val="009E08F3"/>
    <w:rsid w:val="009E3DCC"/>
    <w:rsid w:val="009E4078"/>
    <w:rsid w:val="009E4834"/>
    <w:rsid w:val="009E48FB"/>
    <w:rsid w:val="009E4A4B"/>
    <w:rsid w:val="009E6F3C"/>
    <w:rsid w:val="009E785C"/>
    <w:rsid w:val="009F1233"/>
    <w:rsid w:val="009F3970"/>
    <w:rsid w:val="009F3C1C"/>
    <w:rsid w:val="009F4B51"/>
    <w:rsid w:val="009F4DF6"/>
    <w:rsid w:val="009F4F20"/>
    <w:rsid w:val="009F51FB"/>
    <w:rsid w:val="009F5B34"/>
    <w:rsid w:val="009F61DF"/>
    <w:rsid w:val="009F66A7"/>
    <w:rsid w:val="009F6B03"/>
    <w:rsid w:val="009F6DA0"/>
    <w:rsid w:val="009F6DB4"/>
    <w:rsid w:val="009F7F57"/>
    <w:rsid w:val="00A00C5F"/>
    <w:rsid w:val="00A025C5"/>
    <w:rsid w:val="00A02A4C"/>
    <w:rsid w:val="00A02EAF"/>
    <w:rsid w:val="00A05985"/>
    <w:rsid w:val="00A059AE"/>
    <w:rsid w:val="00A062FE"/>
    <w:rsid w:val="00A06E01"/>
    <w:rsid w:val="00A10266"/>
    <w:rsid w:val="00A11465"/>
    <w:rsid w:val="00A1340B"/>
    <w:rsid w:val="00A1377A"/>
    <w:rsid w:val="00A141F2"/>
    <w:rsid w:val="00A147D6"/>
    <w:rsid w:val="00A1522F"/>
    <w:rsid w:val="00A15ACF"/>
    <w:rsid w:val="00A15F24"/>
    <w:rsid w:val="00A179A2"/>
    <w:rsid w:val="00A17A9E"/>
    <w:rsid w:val="00A17E41"/>
    <w:rsid w:val="00A20E0A"/>
    <w:rsid w:val="00A21C0F"/>
    <w:rsid w:val="00A21D94"/>
    <w:rsid w:val="00A237AD"/>
    <w:rsid w:val="00A2400E"/>
    <w:rsid w:val="00A25A5C"/>
    <w:rsid w:val="00A264C2"/>
    <w:rsid w:val="00A27208"/>
    <w:rsid w:val="00A27D8D"/>
    <w:rsid w:val="00A3102B"/>
    <w:rsid w:val="00A3156B"/>
    <w:rsid w:val="00A32041"/>
    <w:rsid w:val="00A33979"/>
    <w:rsid w:val="00A33AAC"/>
    <w:rsid w:val="00A33B06"/>
    <w:rsid w:val="00A344FA"/>
    <w:rsid w:val="00A3611A"/>
    <w:rsid w:val="00A3766D"/>
    <w:rsid w:val="00A3781D"/>
    <w:rsid w:val="00A40074"/>
    <w:rsid w:val="00A401AA"/>
    <w:rsid w:val="00A401C4"/>
    <w:rsid w:val="00A40A5F"/>
    <w:rsid w:val="00A40BA4"/>
    <w:rsid w:val="00A43074"/>
    <w:rsid w:val="00A43CC7"/>
    <w:rsid w:val="00A445C7"/>
    <w:rsid w:val="00A44D48"/>
    <w:rsid w:val="00A46449"/>
    <w:rsid w:val="00A465FC"/>
    <w:rsid w:val="00A46972"/>
    <w:rsid w:val="00A476C6"/>
    <w:rsid w:val="00A50095"/>
    <w:rsid w:val="00A50141"/>
    <w:rsid w:val="00A51241"/>
    <w:rsid w:val="00A5169C"/>
    <w:rsid w:val="00A51EDE"/>
    <w:rsid w:val="00A52360"/>
    <w:rsid w:val="00A5361C"/>
    <w:rsid w:val="00A53AEB"/>
    <w:rsid w:val="00A53E9A"/>
    <w:rsid w:val="00A55D96"/>
    <w:rsid w:val="00A55E56"/>
    <w:rsid w:val="00A56BAF"/>
    <w:rsid w:val="00A5734E"/>
    <w:rsid w:val="00A57BFF"/>
    <w:rsid w:val="00A57EB1"/>
    <w:rsid w:val="00A60097"/>
    <w:rsid w:val="00A60104"/>
    <w:rsid w:val="00A61026"/>
    <w:rsid w:val="00A6148D"/>
    <w:rsid w:val="00A622FF"/>
    <w:rsid w:val="00A62724"/>
    <w:rsid w:val="00A62B90"/>
    <w:rsid w:val="00A62E6F"/>
    <w:rsid w:val="00A63BB6"/>
    <w:rsid w:val="00A642A7"/>
    <w:rsid w:val="00A646D6"/>
    <w:rsid w:val="00A650D5"/>
    <w:rsid w:val="00A655B8"/>
    <w:rsid w:val="00A65E93"/>
    <w:rsid w:val="00A66351"/>
    <w:rsid w:val="00A6635F"/>
    <w:rsid w:val="00A6671D"/>
    <w:rsid w:val="00A66A8D"/>
    <w:rsid w:val="00A66CBC"/>
    <w:rsid w:val="00A67E1D"/>
    <w:rsid w:val="00A70B7D"/>
    <w:rsid w:val="00A71B15"/>
    <w:rsid w:val="00A71EEF"/>
    <w:rsid w:val="00A75318"/>
    <w:rsid w:val="00A7738F"/>
    <w:rsid w:val="00A77533"/>
    <w:rsid w:val="00A8019A"/>
    <w:rsid w:val="00A821A6"/>
    <w:rsid w:val="00A82393"/>
    <w:rsid w:val="00A82FF1"/>
    <w:rsid w:val="00A83956"/>
    <w:rsid w:val="00A83D78"/>
    <w:rsid w:val="00A840F3"/>
    <w:rsid w:val="00A84205"/>
    <w:rsid w:val="00A86CE5"/>
    <w:rsid w:val="00A87833"/>
    <w:rsid w:val="00A920B6"/>
    <w:rsid w:val="00A92AB9"/>
    <w:rsid w:val="00A92C5E"/>
    <w:rsid w:val="00A930B2"/>
    <w:rsid w:val="00A93436"/>
    <w:rsid w:val="00A93B71"/>
    <w:rsid w:val="00A93EA4"/>
    <w:rsid w:val="00A943B1"/>
    <w:rsid w:val="00A94E82"/>
    <w:rsid w:val="00A971BF"/>
    <w:rsid w:val="00A97BBD"/>
    <w:rsid w:val="00AA1509"/>
    <w:rsid w:val="00AA1B81"/>
    <w:rsid w:val="00AA2751"/>
    <w:rsid w:val="00AA2A94"/>
    <w:rsid w:val="00AA2D58"/>
    <w:rsid w:val="00AA358E"/>
    <w:rsid w:val="00AA366C"/>
    <w:rsid w:val="00AA50E4"/>
    <w:rsid w:val="00AA54B1"/>
    <w:rsid w:val="00AA651F"/>
    <w:rsid w:val="00AA658E"/>
    <w:rsid w:val="00AA6E02"/>
    <w:rsid w:val="00AA7255"/>
    <w:rsid w:val="00AA7868"/>
    <w:rsid w:val="00AA7FF6"/>
    <w:rsid w:val="00AB31BD"/>
    <w:rsid w:val="00AB3504"/>
    <w:rsid w:val="00AB38C2"/>
    <w:rsid w:val="00AB44CD"/>
    <w:rsid w:val="00AB4A94"/>
    <w:rsid w:val="00AB4F3F"/>
    <w:rsid w:val="00AB68D9"/>
    <w:rsid w:val="00AB6C2A"/>
    <w:rsid w:val="00AB7245"/>
    <w:rsid w:val="00AB7707"/>
    <w:rsid w:val="00AB7E24"/>
    <w:rsid w:val="00AC029E"/>
    <w:rsid w:val="00AC04A2"/>
    <w:rsid w:val="00AC0D9C"/>
    <w:rsid w:val="00AC39B6"/>
    <w:rsid w:val="00AC3C3A"/>
    <w:rsid w:val="00AC3DFD"/>
    <w:rsid w:val="00AC5A4B"/>
    <w:rsid w:val="00AC5F13"/>
    <w:rsid w:val="00AC6B9B"/>
    <w:rsid w:val="00AC7238"/>
    <w:rsid w:val="00AD03FD"/>
    <w:rsid w:val="00AD2291"/>
    <w:rsid w:val="00AD260D"/>
    <w:rsid w:val="00AD2951"/>
    <w:rsid w:val="00AD3061"/>
    <w:rsid w:val="00AD5223"/>
    <w:rsid w:val="00AD5B87"/>
    <w:rsid w:val="00AD6000"/>
    <w:rsid w:val="00AD681C"/>
    <w:rsid w:val="00AD6E3A"/>
    <w:rsid w:val="00AD7620"/>
    <w:rsid w:val="00AD780B"/>
    <w:rsid w:val="00AD79D6"/>
    <w:rsid w:val="00AD7B79"/>
    <w:rsid w:val="00AD7DAA"/>
    <w:rsid w:val="00AE0C4F"/>
    <w:rsid w:val="00AE0EC0"/>
    <w:rsid w:val="00AE11CD"/>
    <w:rsid w:val="00AE2B53"/>
    <w:rsid w:val="00AE2C90"/>
    <w:rsid w:val="00AE4269"/>
    <w:rsid w:val="00AE4378"/>
    <w:rsid w:val="00AE560C"/>
    <w:rsid w:val="00AE572F"/>
    <w:rsid w:val="00AE57D5"/>
    <w:rsid w:val="00AE5C18"/>
    <w:rsid w:val="00AE7161"/>
    <w:rsid w:val="00AF184D"/>
    <w:rsid w:val="00AF1EA8"/>
    <w:rsid w:val="00AF2010"/>
    <w:rsid w:val="00AF2659"/>
    <w:rsid w:val="00AF3495"/>
    <w:rsid w:val="00AF3D9C"/>
    <w:rsid w:val="00AF3FBA"/>
    <w:rsid w:val="00AF49EF"/>
    <w:rsid w:val="00AF60EB"/>
    <w:rsid w:val="00AF62DF"/>
    <w:rsid w:val="00AF6732"/>
    <w:rsid w:val="00AF6C0D"/>
    <w:rsid w:val="00AF768E"/>
    <w:rsid w:val="00B005E1"/>
    <w:rsid w:val="00B015E7"/>
    <w:rsid w:val="00B0224C"/>
    <w:rsid w:val="00B026F6"/>
    <w:rsid w:val="00B02C25"/>
    <w:rsid w:val="00B03D2C"/>
    <w:rsid w:val="00B04133"/>
    <w:rsid w:val="00B04ED9"/>
    <w:rsid w:val="00B0542F"/>
    <w:rsid w:val="00B05A23"/>
    <w:rsid w:val="00B06688"/>
    <w:rsid w:val="00B06846"/>
    <w:rsid w:val="00B06BDB"/>
    <w:rsid w:val="00B06C09"/>
    <w:rsid w:val="00B06F17"/>
    <w:rsid w:val="00B07985"/>
    <w:rsid w:val="00B079EA"/>
    <w:rsid w:val="00B1083B"/>
    <w:rsid w:val="00B11267"/>
    <w:rsid w:val="00B11444"/>
    <w:rsid w:val="00B11D29"/>
    <w:rsid w:val="00B1214E"/>
    <w:rsid w:val="00B125B3"/>
    <w:rsid w:val="00B128C8"/>
    <w:rsid w:val="00B12B8B"/>
    <w:rsid w:val="00B12C87"/>
    <w:rsid w:val="00B12CA7"/>
    <w:rsid w:val="00B1376A"/>
    <w:rsid w:val="00B13C2E"/>
    <w:rsid w:val="00B149C6"/>
    <w:rsid w:val="00B14A49"/>
    <w:rsid w:val="00B14C77"/>
    <w:rsid w:val="00B15354"/>
    <w:rsid w:val="00B16381"/>
    <w:rsid w:val="00B16EC5"/>
    <w:rsid w:val="00B17611"/>
    <w:rsid w:val="00B2203E"/>
    <w:rsid w:val="00B22868"/>
    <w:rsid w:val="00B22C29"/>
    <w:rsid w:val="00B22E5A"/>
    <w:rsid w:val="00B246C9"/>
    <w:rsid w:val="00B247C8"/>
    <w:rsid w:val="00B24DC9"/>
    <w:rsid w:val="00B256FB"/>
    <w:rsid w:val="00B27A8A"/>
    <w:rsid w:val="00B27EE5"/>
    <w:rsid w:val="00B27F84"/>
    <w:rsid w:val="00B304AA"/>
    <w:rsid w:val="00B3067D"/>
    <w:rsid w:val="00B320D0"/>
    <w:rsid w:val="00B328AB"/>
    <w:rsid w:val="00B334B2"/>
    <w:rsid w:val="00B335F8"/>
    <w:rsid w:val="00B34D2C"/>
    <w:rsid w:val="00B35F0E"/>
    <w:rsid w:val="00B36796"/>
    <w:rsid w:val="00B371C8"/>
    <w:rsid w:val="00B3758D"/>
    <w:rsid w:val="00B4042F"/>
    <w:rsid w:val="00B4089B"/>
    <w:rsid w:val="00B40B02"/>
    <w:rsid w:val="00B40F1E"/>
    <w:rsid w:val="00B41088"/>
    <w:rsid w:val="00B4242F"/>
    <w:rsid w:val="00B438C7"/>
    <w:rsid w:val="00B473AE"/>
    <w:rsid w:val="00B47668"/>
    <w:rsid w:val="00B50466"/>
    <w:rsid w:val="00B524AB"/>
    <w:rsid w:val="00B5294A"/>
    <w:rsid w:val="00B52B9A"/>
    <w:rsid w:val="00B52F8C"/>
    <w:rsid w:val="00B53EA8"/>
    <w:rsid w:val="00B54751"/>
    <w:rsid w:val="00B550D0"/>
    <w:rsid w:val="00B555A2"/>
    <w:rsid w:val="00B562D8"/>
    <w:rsid w:val="00B5700B"/>
    <w:rsid w:val="00B5757D"/>
    <w:rsid w:val="00B57C1E"/>
    <w:rsid w:val="00B57DAE"/>
    <w:rsid w:val="00B607AC"/>
    <w:rsid w:val="00B60C3D"/>
    <w:rsid w:val="00B61F9F"/>
    <w:rsid w:val="00B62006"/>
    <w:rsid w:val="00B62C8A"/>
    <w:rsid w:val="00B63DB2"/>
    <w:rsid w:val="00B63E3D"/>
    <w:rsid w:val="00B646C7"/>
    <w:rsid w:val="00B65142"/>
    <w:rsid w:val="00B66145"/>
    <w:rsid w:val="00B661C4"/>
    <w:rsid w:val="00B66FE9"/>
    <w:rsid w:val="00B67189"/>
    <w:rsid w:val="00B7109A"/>
    <w:rsid w:val="00B71AFA"/>
    <w:rsid w:val="00B73748"/>
    <w:rsid w:val="00B73865"/>
    <w:rsid w:val="00B73ED3"/>
    <w:rsid w:val="00B74B4E"/>
    <w:rsid w:val="00B757E2"/>
    <w:rsid w:val="00B75A16"/>
    <w:rsid w:val="00B75FC2"/>
    <w:rsid w:val="00B76105"/>
    <w:rsid w:val="00B76A12"/>
    <w:rsid w:val="00B7704A"/>
    <w:rsid w:val="00B80792"/>
    <w:rsid w:val="00B81CF2"/>
    <w:rsid w:val="00B8223D"/>
    <w:rsid w:val="00B82439"/>
    <w:rsid w:val="00B84CF7"/>
    <w:rsid w:val="00B84EC7"/>
    <w:rsid w:val="00B8574A"/>
    <w:rsid w:val="00B85E2D"/>
    <w:rsid w:val="00B8601C"/>
    <w:rsid w:val="00B876DF"/>
    <w:rsid w:val="00B9073F"/>
    <w:rsid w:val="00B90D6D"/>
    <w:rsid w:val="00B911C1"/>
    <w:rsid w:val="00B91228"/>
    <w:rsid w:val="00B9354F"/>
    <w:rsid w:val="00B93692"/>
    <w:rsid w:val="00B942B9"/>
    <w:rsid w:val="00B9711B"/>
    <w:rsid w:val="00B97237"/>
    <w:rsid w:val="00B97438"/>
    <w:rsid w:val="00BA0998"/>
    <w:rsid w:val="00BA0D01"/>
    <w:rsid w:val="00BA0D6D"/>
    <w:rsid w:val="00BA0E97"/>
    <w:rsid w:val="00BA19E8"/>
    <w:rsid w:val="00BA1A6C"/>
    <w:rsid w:val="00BA1D58"/>
    <w:rsid w:val="00BA20FA"/>
    <w:rsid w:val="00BA281E"/>
    <w:rsid w:val="00BA3935"/>
    <w:rsid w:val="00BA39DA"/>
    <w:rsid w:val="00BA3ED5"/>
    <w:rsid w:val="00BA46E8"/>
    <w:rsid w:val="00BA4F1A"/>
    <w:rsid w:val="00BA58D0"/>
    <w:rsid w:val="00BA7055"/>
    <w:rsid w:val="00BA7209"/>
    <w:rsid w:val="00BA7CF9"/>
    <w:rsid w:val="00BB01E5"/>
    <w:rsid w:val="00BB0283"/>
    <w:rsid w:val="00BB099E"/>
    <w:rsid w:val="00BB13BB"/>
    <w:rsid w:val="00BB17F3"/>
    <w:rsid w:val="00BB221D"/>
    <w:rsid w:val="00BB2308"/>
    <w:rsid w:val="00BB31F7"/>
    <w:rsid w:val="00BB412D"/>
    <w:rsid w:val="00BB49C5"/>
    <w:rsid w:val="00BB5E29"/>
    <w:rsid w:val="00BB7EA3"/>
    <w:rsid w:val="00BB7F84"/>
    <w:rsid w:val="00BC10AE"/>
    <w:rsid w:val="00BC113E"/>
    <w:rsid w:val="00BC269E"/>
    <w:rsid w:val="00BC2907"/>
    <w:rsid w:val="00BC2AC0"/>
    <w:rsid w:val="00BC3958"/>
    <w:rsid w:val="00BC3D3D"/>
    <w:rsid w:val="00BC3F1B"/>
    <w:rsid w:val="00BC5675"/>
    <w:rsid w:val="00BD0197"/>
    <w:rsid w:val="00BD01AA"/>
    <w:rsid w:val="00BD1E79"/>
    <w:rsid w:val="00BD24CA"/>
    <w:rsid w:val="00BD2896"/>
    <w:rsid w:val="00BD3C8D"/>
    <w:rsid w:val="00BD551E"/>
    <w:rsid w:val="00BD5623"/>
    <w:rsid w:val="00BD6748"/>
    <w:rsid w:val="00BD6E29"/>
    <w:rsid w:val="00BD737E"/>
    <w:rsid w:val="00BE0063"/>
    <w:rsid w:val="00BE07FA"/>
    <w:rsid w:val="00BE1C9D"/>
    <w:rsid w:val="00BE291F"/>
    <w:rsid w:val="00BE2E20"/>
    <w:rsid w:val="00BE318A"/>
    <w:rsid w:val="00BE36E5"/>
    <w:rsid w:val="00BE3920"/>
    <w:rsid w:val="00BE3CF7"/>
    <w:rsid w:val="00BE47B8"/>
    <w:rsid w:val="00BE4828"/>
    <w:rsid w:val="00BE4ED9"/>
    <w:rsid w:val="00BE5149"/>
    <w:rsid w:val="00BE5B46"/>
    <w:rsid w:val="00BE5BB9"/>
    <w:rsid w:val="00BE6570"/>
    <w:rsid w:val="00BE6C64"/>
    <w:rsid w:val="00BE7D01"/>
    <w:rsid w:val="00BF02A0"/>
    <w:rsid w:val="00BF0609"/>
    <w:rsid w:val="00BF2774"/>
    <w:rsid w:val="00BF2915"/>
    <w:rsid w:val="00BF3AFD"/>
    <w:rsid w:val="00BF430A"/>
    <w:rsid w:val="00BF4386"/>
    <w:rsid w:val="00BF43F6"/>
    <w:rsid w:val="00BF4690"/>
    <w:rsid w:val="00BF4796"/>
    <w:rsid w:val="00BF4BAE"/>
    <w:rsid w:val="00BF54CF"/>
    <w:rsid w:val="00BF5ADF"/>
    <w:rsid w:val="00BF6EB7"/>
    <w:rsid w:val="00BF6F90"/>
    <w:rsid w:val="00C00551"/>
    <w:rsid w:val="00C006D8"/>
    <w:rsid w:val="00C006F3"/>
    <w:rsid w:val="00C01DD9"/>
    <w:rsid w:val="00C02256"/>
    <w:rsid w:val="00C03FD9"/>
    <w:rsid w:val="00C055DE"/>
    <w:rsid w:val="00C05D0A"/>
    <w:rsid w:val="00C06E68"/>
    <w:rsid w:val="00C07439"/>
    <w:rsid w:val="00C07F61"/>
    <w:rsid w:val="00C12067"/>
    <w:rsid w:val="00C129FB"/>
    <w:rsid w:val="00C1395A"/>
    <w:rsid w:val="00C13CC7"/>
    <w:rsid w:val="00C13CF8"/>
    <w:rsid w:val="00C14624"/>
    <w:rsid w:val="00C1493A"/>
    <w:rsid w:val="00C14F27"/>
    <w:rsid w:val="00C17C7E"/>
    <w:rsid w:val="00C20E08"/>
    <w:rsid w:val="00C21B1E"/>
    <w:rsid w:val="00C21D9D"/>
    <w:rsid w:val="00C22290"/>
    <w:rsid w:val="00C222EE"/>
    <w:rsid w:val="00C2263D"/>
    <w:rsid w:val="00C2345C"/>
    <w:rsid w:val="00C23DFB"/>
    <w:rsid w:val="00C24A2F"/>
    <w:rsid w:val="00C2533B"/>
    <w:rsid w:val="00C256AE"/>
    <w:rsid w:val="00C25FB3"/>
    <w:rsid w:val="00C25FC9"/>
    <w:rsid w:val="00C2683C"/>
    <w:rsid w:val="00C27F9F"/>
    <w:rsid w:val="00C3010E"/>
    <w:rsid w:val="00C32234"/>
    <w:rsid w:val="00C33114"/>
    <w:rsid w:val="00C338B7"/>
    <w:rsid w:val="00C338DC"/>
    <w:rsid w:val="00C34D3C"/>
    <w:rsid w:val="00C35A9C"/>
    <w:rsid w:val="00C35E94"/>
    <w:rsid w:val="00C36F9C"/>
    <w:rsid w:val="00C37312"/>
    <w:rsid w:val="00C374F4"/>
    <w:rsid w:val="00C37C80"/>
    <w:rsid w:val="00C40631"/>
    <w:rsid w:val="00C42F27"/>
    <w:rsid w:val="00C43025"/>
    <w:rsid w:val="00C43382"/>
    <w:rsid w:val="00C43540"/>
    <w:rsid w:val="00C4373C"/>
    <w:rsid w:val="00C437C5"/>
    <w:rsid w:val="00C4382E"/>
    <w:rsid w:val="00C43E1B"/>
    <w:rsid w:val="00C4459A"/>
    <w:rsid w:val="00C45962"/>
    <w:rsid w:val="00C46D2B"/>
    <w:rsid w:val="00C4719E"/>
    <w:rsid w:val="00C47BED"/>
    <w:rsid w:val="00C47CE4"/>
    <w:rsid w:val="00C47E24"/>
    <w:rsid w:val="00C50D63"/>
    <w:rsid w:val="00C515F0"/>
    <w:rsid w:val="00C525E6"/>
    <w:rsid w:val="00C52A12"/>
    <w:rsid w:val="00C52B16"/>
    <w:rsid w:val="00C54216"/>
    <w:rsid w:val="00C54DE3"/>
    <w:rsid w:val="00C54F4E"/>
    <w:rsid w:val="00C54F5D"/>
    <w:rsid w:val="00C55263"/>
    <w:rsid w:val="00C5584E"/>
    <w:rsid w:val="00C5690B"/>
    <w:rsid w:val="00C572E9"/>
    <w:rsid w:val="00C574FB"/>
    <w:rsid w:val="00C60104"/>
    <w:rsid w:val="00C61355"/>
    <w:rsid w:val="00C61C74"/>
    <w:rsid w:val="00C61F44"/>
    <w:rsid w:val="00C61FA6"/>
    <w:rsid w:val="00C621EA"/>
    <w:rsid w:val="00C62787"/>
    <w:rsid w:val="00C6286C"/>
    <w:rsid w:val="00C62C64"/>
    <w:rsid w:val="00C63011"/>
    <w:rsid w:val="00C634B2"/>
    <w:rsid w:val="00C6410E"/>
    <w:rsid w:val="00C643C5"/>
    <w:rsid w:val="00C65C78"/>
    <w:rsid w:val="00C6677D"/>
    <w:rsid w:val="00C66B2E"/>
    <w:rsid w:val="00C673CA"/>
    <w:rsid w:val="00C67C0F"/>
    <w:rsid w:val="00C67D68"/>
    <w:rsid w:val="00C67D9C"/>
    <w:rsid w:val="00C67F89"/>
    <w:rsid w:val="00C70250"/>
    <w:rsid w:val="00C70BB9"/>
    <w:rsid w:val="00C70F72"/>
    <w:rsid w:val="00C71A0B"/>
    <w:rsid w:val="00C727C1"/>
    <w:rsid w:val="00C73540"/>
    <w:rsid w:val="00C75155"/>
    <w:rsid w:val="00C75597"/>
    <w:rsid w:val="00C75D29"/>
    <w:rsid w:val="00C765B2"/>
    <w:rsid w:val="00C76D73"/>
    <w:rsid w:val="00C772BF"/>
    <w:rsid w:val="00C80E1B"/>
    <w:rsid w:val="00C81614"/>
    <w:rsid w:val="00C81818"/>
    <w:rsid w:val="00C81F00"/>
    <w:rsid w:val="00C81FE3"/>
    <w:rsid w:val="00C82088"/>
    <w:rsid w:val="00C82CE0"/>
    <w:rsid w:val="00C8363F"/>
    <w:rsid w:val="00C84DF4"/>
    <w:rsid w:val="00C8530B"/>
    <w:rsid w:val="00C85671"/>
    <w:rsid w:val="00C85D98"/>
    <w:rsid w:val="00C8647E"/>
    <w:rsid w:val="00C867FF"/>
    <w:rsid w:val="00C8697C"/>
    <w:rsid w:val="00C90A4F"/>
    <w:rsid w:val="00C90EC0"/>
    <w:rsid w:val="00C92625"/>
    <w:rsid w:val="00C9315C"/>
    <w:rsid w:val="00C959D0"/>
    <w:rsid w:val="00C96935"/>
    <w:rsid w:val="00C97D84"/>
    <w:rsid w:val="00CA0D02"/>
    <w:rsid w:val="00CA11E2"/>
    <w:rsid w:val="00CA141D"/>
    <w:rsid w:val="00CA2169"/>
    <w:rsid w:val="00CA22E6"/>
    <w:rsid w:val="00CA3195"/>
    <w:rsid w:val="00CA55C5"/>
    <w:rsid w:val="00CA5797"/>
    <w:rsid w:val="00CA5E1D"/>
    <w:rsid w:val="00CA63DC"/>
    <w:rsid w:val="00CA6814"/>
    <w:rsid w:val="00CA7504"/>
    <w:rsid w:val="00CB04E7"/>
    <w:rsid w:val="00CB0B15"/>
    <w:rsid w:val="00CB1433"/>
    <w:rsid w:val="00CB1747"/>
    <w:rsid w:val="00CB22A9"/>
    <w:rsid w:val="00CB33E0"/>
    <w:rsid w:val="00CB35AC"/>
    <w:rsid w:val="00CB4B60"/>
    <w:rsid w:val="00CB4ED9"/>
    <w:rsid w:val="00CB5669"/>
    <w:rsid w:val="00CB5DE4"/>
    <w:rsid w:val="00CB663A"/>
    <w:rsid w:val="00CB67BD"/>
    <w:rsid w:val="00CC1326"/>
    <w:rsid w:val="00CC3BFA"/>
    <w:rsid w:val="00CC3F00"/>
    <w:rsid w:val="00CC3FB4"/>
    <w:rsid w:val="00CC46B8"/>
    <w:rsid w:val="00CC5ED0"/>
    <w:rsid w:val="00CC69D9"/>
    <w:rsid w:val="00CC790D"/>
    <w:rsid w:val="00CC7D0C"/>
    <w:rsid w:val="00CC7E0E"/>
    <w:rsid w:val="00CC7FEB"/>
    <w:rsid w:val="00CD0AFA"/>
    <w:rsid w:val="00CD30C3"/>
    <w:rsid w:val="00CD337D"/>
    <w:rsid w:val="00CD3F70"/>
    <w:rsid w:val="00CD4343"/>
    <w:rsid w:val="00CD58E1"/>
    <w:rsid w:val="00CD71E4"/>
    <w:rsid w:val="00CD7A20"/>
    <w:rsid w:val="00CD7BA2"/>
    <w:rsid w:val="00CE1033"/>
    <w:rsid w:val="00CE2BFB"/>
    <w:rsid w:val="00CE2D31"/>
    <w:rsid w:val="00CE2F7D"/>
    <w:rsid w:val="00CE3A45"/>
    <w:rsid w:val="00CE3BE9"/>
    <w:rsid w:val="00CE4968"/>
    <w:rsid w:val="00CE7A72"/>
    <w:rsid w:val="00CE7EA1"/>
    <w:rsid w:val="00CF0494"/>
    <w:rsid w:val="00CF0762"/>
    <w:rsid w:val="00CF225A"/>
    <w:rsid w:val="00CF2A85"/>
    <w:rsid w:val="00CF30F6"/>
    <w:rsid w:val="00CF4971"/>
    <w:rsid w:val="00CF498C"/>
    <w:rsid w:val="00CF5C8F"/>
    <w:rsid w:val="00CF5F56"/>
    <w:rsid w:val="00CF7644"/>
    <w:rsid w:val="00D01615"/>
    <w:rsid w:val="00D01638"/>
    <w:rsid w:val="00D0262B"/>
    <w:rsid w:val="00D02A92"/>
    <w:rsid w:val="00D02A97"/>
    <w:rsid w:val="00D02C9C"/>
    <w:rsid w:val="00D05295"/>
    <w:rsid w:val="00D065C2"/>
    <w:rsid w:val="00D06725"/>
    <w:rsid w:val="00D06BDA"/>
    <w:rsid w:val="00D06DC5"/>
    <w:rsid w:val="00D06FC2"/>
    <w:rsid w:val="00D0718D"/>
    <w:rsid w:val="00D07730"/>
    <w:rsid w:val="00D0792F"/>
    <w:rsid w:val="00D07C6F"/>
    <w:rsid w:val="00D07FB4"/>
    <w:rsid w:val="00D10277"/>
    <w:rsid w:val="00D109DB"/>
    <w:rsid w:val="00D11A65"/>
    <w:rsid w:val="00D11E42"/>
    <w:rsid w:val="00D12414"/>
    <w:rsid w:val="00D12B09"/>
    <w:rsid w:val="00D13631"/>
    <w:rsid w:val="00D13E12"/>
    <w:rsid w:val="00D14FF7"/>
    <w:rsid w:val="00D15209"/>
    <w:rsid w:val="00D15442"/>
    <w:rsid w:val="00D15E63"/>
    <w:rsid w:val="00D15ED0"/>
    <w:rsid w:val="00D15FF1"/>
    <w:rsid w:val="00D16297"/>
    <w:rsid w:val="00D1636D"/>
    <w:rsid w:val="00D1655D"/>
    <w:rsid w:val="00D168E3"/>
    <w:rsid w:val="00D172D1"/>
    <w:rsid w:val="00D17345"/>
    <w:rsid w:val="00D173EF"/>
    <w:rsid w:val="00D17443"/>
    <w:rsid w:val="00D178A1"/>
    <w:rsid w:val="00D17969"/>
    <w:rsid w:val="00D17AF3"/>
    <w:rsid w:val="00D201F0"/>
    <w:rsid w:val="00D217A7"/>
    <w:rsid w:val="00D21B6A"/>
    <w:rsid w:val="00D22FD5"/>
    <w:rsid w:val="00D24095"/>
    <w:rsid w:val="00D24135"/>
    <w:rsid w:val="00D254A6"/>
    <w:rsid w:val="00D2706F"/>
    <w:rsid w:val="00D27343"/>
    <w:rsid w:val="00D275FD"/>
    <w:rsid w:val="00D27CF1"/>
    <w:rsid w:val="00D30425"/>
    <w:rsid w:val="00D30ADE"/>
    <w:rsid w:val="00D30FE3"/>
    <w:rsid w:val="00D31135"/>
    <w:rsid w:val="00D31945"/>
    <w:rsid w:val="00D31B19"/>
    <w:rsid w:val="00D3296E"/>
    <w:rsid w:val="00D336CB"/>
    <w:rsid w:val="00D348D8"/>
    <w:rsid w:val="00D360BA"/>
    <w:rsid w:val="00D3721A"/>
    <w:rsid w:val="00D375EA"/>
    <w:rsid w:val="00D40DDE"/>
    <w:rsid w:val="00D4333F"/>
    <w:rsid w:val="00D44D3D"/>
    <w:rsid w:val="00D45035"/>
    <w:rsid w:val="00D463E8"/>
    <w:rsid w:val="00D46E7C"/>
    <w:rsid w:val="00D50012"/>
    <w:rsid w:val="00D502DC"/>
    <w:rsid w:val="00D50790"/>
    <w:rsid w:val="00D50C72"/>
    <w:rsid w:val="00D5130B"/>
    <w:rsid w:val="00D51564"/>
    <w:rsid w:val="00D52789"/>
    <w:rsid w:val="00D5315A"/>
    <w:rsid w:val="00D5315B"/>
    <w:rsid w:val="00D533C7"/>
    <w:rsid w:val="00D534DC"/>
    <w:rsid w:val="00D53E21"/>
    <w:rsid w:val="00D54506"/>
    <w:rsid w:val="00D550BD"/>
    <w:rsid w:val="00D55106"/>
    <w:rsid w:val="00D55A4F"/>
    <w:rsid w:val="00D560FD"/>
    <w:rsid w:val="00D601B7"/>
    <w:rsid w:val="00D6036A"/>
    <w:rsid w:val="00D60D70"/>
    <w:rsid w:val="00D610BC"/>
    <w:rsid w:val="00D6128E"/>
    <w:rsid w:val="00D6567A"/>
    <w:rsid w:val="00D65FFF"/>
    <w:rsid w:val="00D6684E"/>
    <w:rsid w:val="00D6755F"/>
    <w:rsid w:val="00D70009"/>
    <w:rsid w:val="00D7032C"/>
    <w:rsid w:val="00D7180B"/>
    <w:rsid w:val="00D71B6F"/>
    <w:rsid w:val="00D73693"/>
    <w:rsid w:val="00D7371B"/>
    <w:rsid w:val="00D73E8A"/>
    <w:rsid w:val="00D751C2"/>
    <w:rsid w:val="00D75BB5"/>
    <w:rsid w:val="00D76076"/>
    <w:rsid w:val="00D77738"/>
    <w:rsid w:val="00D81023"/>
    <w:rsid w:val="00D81A9B"/>
    <w:rsid w:val="00D8250B"/>
    <w:rsid w:val="00D82E06"/>
    <w:rsid w:val="00D82EFC"/>
    <w:rsid w:val="00D8524D"/>
    <w:rsid w:val="00D861F2"/>
    <w:rsid w:val="00D86879"/>
    <w:rsid w:val="00D86D55"/>
    <w:rsid w:val="00D87CCC"/>
    <w:rsid w:val="00D87D24"/>
    <w:rsid w:val="00D90801"/>
    <w:rsid w:val="00D91A94"/>
    <w:rsid w:val="00D920BF"/>
    <w:rsid w:val="00D930D4"/>
    <w:rsid w:val="00D93BD0"/>
    <w:rsid w:val="00D949F1"/>
    <w:rsid w:val="00D966FE"/>
    <w:rsid w:val="00D974E2"/>
    <w:rsid w:val="00DA005E"/>
    <w:rsid w:val="00DA1227"/>
    <w:rsid w:val="00DA1711"/>
    <w:rsid w:val="00DA1B2A"/>
    <w:rsid w:val="00DA1C06"/>
    <w:rsid w:val="00DA32BC"/>
    <w:rsid w:val="00DA3FC0"/>
    <w:rsid w:val="00DA42FD"/>
    <w:rsid w:val="00DA4810"/>
    <w:rsid w:val="00DA5C77"/>
    <w:rsid w:val="00DA6137"/>
    <w:rsid w:val="00DA6436"/>
    <w:rsid w:val="00DA66FC"/>
    <w:rsid w:val="00DB0882"/>
    <w:rsid w:val="00DB0966"/>
    <w:rsid w:val="00DB1D44"/>
    <w:rsid w:val="00DB22DD"/>
    <w:rsid w:val="00DB2389"/>
    <w:rsid w:val="00DB3071"/>
    <w:rsid w:val="00DB3195"/>
    <w:rsid w:val="00DB3A3C"/>
    <w:rsid w:val="00DB3F46"/>
    <w:rsid w:val="00DB5F4B"/>
    <w:rsid w:val="00DB67A6"/>
    <w:rsid w:val="00DB6ABA"/>
    <w:rsid w:val="00DB6B32"/>
    <w:rsid w:val="00DB764E"/>
    <w:rsid w:val="00DC02FD"/>
    <w:rsid w:val="00DC0355"/>
    <w:rsid w:val="00DC0749"/>
    <w:rsid w:val="00DC234E"/>
    <w:rsid w:val="00DC24CA"/>
    <w:rsid w:val="00DC2656"/>
    <w:rsid w:val="00DC2EB1"/>
    <w:rsid w:val="00DC44AB"/>
    <w:rsid w:val="00DC50A0"/>
    <w:rsid w:val="00DC5129"/>
    <w:rsid w:val="00DC5AFB"/>
    <w:rsid w:val="00DC5BB1"/>
    <w:rsid w:val="00DC6582"/>
    <w:rsid w:val="00DC785E"/>
    <w:rsid w:val="00DD0427"/>
    <w:rsid w:val="00DD0FF2"/>
    <w:rsid w:val="00DD192F"/>
    <w:rsid w:val="00DD2882"/>
    <w:rsid w:val="00DD2BD1"/>
    <w:rsid w:val="00DD2EBD"/>
    <w:rsid w:val="00DD31E3"/>
    <w:rsid w:val="00DD32AA"/>
    <w:rsid w:val="00DD3C50"/>
    <w:rsid w:val="00DD4373"/>
    <w:rsid w:val="00DD4852"/>
    <w:rsid w:val="00DD5152"/>
    <w:rsid w:val="00DD5FC9"/>
    <w:rsid w:val="00DD6F29"/>
    <w:rsid w:val="00DD7492"/>
    <w:rsid w:val="00DE0B54"/>
    <w:rsid w:val="00DE0EDB"/>
    <w:rsid w:val="00DE27BF"/>
    <w:rsid w:val="00DE30DE"/>
    <w:rsid w:val="00DE3A3C"/>
    <w:rsid w:val="00DE3D36"/>
    <w:rsid w:val="00DE40A9"/>
    <w:rsid w:val="00DE431D"/>
    <w:rsid w:val="00DE46EC"/>
    <w:rsid w:val="00DE5161"/>
    <w:rsid w:val="00DE5431"/>
    <w:rsid w:val="00DE5C8C"/>
    <w:rsid w:val="00DE5E42"/>
    <w:rsid w:val="00DE6983"/>
    <w:rsid w:val="00DE72B5"/>
    <w:rsid w:val="00DE77D6"/>
    <w:rsid w:val="00DF1EF9"/>
    <w:rsid w:val="00DF3F2A"/>
    <w:rsid w:val="00DF3F73"/>
    <w:rsid w:val="00DF429C"/>
    <w:rsid w:val="00DF5056"/>
    <w:rsid w:val="00DF5464"/>
    <w:rsid w:val="00DF562F"/>
    <w:rsid w:val="00DF5ED3"/>
    <w:rsid w:val="00E01329"/>
    <w:rsid w:val="00E01892"/>
    <w:rsid w:val="00E034CD"/>
    <w:rsid w:val="00E03A0E"/>
    <w:rsid w:val="00E03CD1"/>
    <w:rsid w:val="00E05FB1"/>
    <w:rsid w:val="00E07052"/>
    <w:rsid w:val="00E07D24"/>
    <w:rsid w:val="00E10145"/>
    <w:rsid w:val="00E10720"/>
    <w:rsid w:val="00E10A7F"/>
    <w:rsid w:val="00E1255E"/>
    <w:rsid w:val="00E12E88"/>
    <w:rsid w:val="00E142AF"/>
    <w:rsid w:val="00E14C54"/>
    <w:rsid w:val="00E156AC"/>
    <w:rsid w:val="00E15CB3"/>
    <w:rsid w:val="00E15FF6"/>
    <w:rsid w:val="00E16673"/>
    <w:rsid w:val="00E167EF"/>
    <w:rsid w:val="00E200DD"/>
    <w:rsid w:val="00E20FF6"/>
    <w:rsid w:val="00E21534"/>
    <w:rsid w:val="00E215C2"/>
    <w:rsid w:val="00E21998"/>
    <w:rsid w:val="00E21DC2"/>
    <w:rsid w:val="00E23773"/>
    <w:rsid w:val="00E24412"/>
    <w:rsid w:val="00E2486E"/>
    <w:rsid w:val="00E24EAE"/>
    <w:rsid w:val="00E26A67"/>
    <w:rsid w:val="00E26EA4"/>
    <w:rsid w:val="00E2739E"/>
    <w:rsid w:val="00E3000D"/>
    <w:rsid w:val="00E31B4B"/>
    <w:rsid w:val="00E32379"/>
    <w:rsid w:val="00E35BFA"/>
    <w:rsid w:val="00E4076F"/>
    <w:rsid w:val="00E4157A"/>
    <w:rsid w:val="00E43093"/>
    <w:rsid w:val="00E4351C"/>
    <w:rsid w:val="00E436E4"/>
    <w:rsid w:val="00E43FDA"/>
    <w:rsid w:val="00E445FA"/>
    <w:rsid w:val="00E44E61"/>
    <w:rsid w:val="00E46C82"/>
    <w:rsid w:val="00E516C8"/>
    <w:rsid w:val="00E51F33"/>
    <w:rsid w:val="00E5353E"/>
    <w:rsid w:val="00E53AD8"/>
    <w:rsid w:val="00E53FAE"/>
    <w:rsid w:val="00E568C8"/>
    <w:rsid w:val="00E56FF1"/>
    <w:rsid w:val="00E57F60"/>
    <w:rsid w:val="00E60ACC"/>
    <w:rsid w:val="00E62C21"/>
    <w:rsid w:val="00E63425"/>
    <w:rsid w:val="00E641BF"/>
    <w:rsid w:val="00E649AF"/>
    <w:rsid w:val="00E64D92"/>
    <w:rsid w:val="00E652BD"/>
    <w:rsid w:val="00E65668"/>
    <w:rsid w:val="00E65EE6"/>
    <w:rsid w:val="00E66717"/>
    <w:rsid w:val="00E67BD3"/>
    <w:rsid w:val="00E70D2F"/>
    <w:rsid w:val="00E72EB2"/>
    <w:rsid w:val="00E737DF"/>
    <w:rsid w:val="00E739A7"/>
    <w:rsid w:val="00E74A61"/>
    <w:rsid w:val="00E77F5E"/>
    <w:rsid w:val="00E819E9"/>
    <w:rsid w:val="00E8247B"/>
    <w:rsid w:val="00E8414A"/>
    <w:rsid w:val="00E85B4B"/>
    <w:rsid w:val="00E862E8"/>
    <w:rsid w:val="00E87085"/>
    <w:rsid w:val="00E8709D"/>
    <w:rsid w:val="00E903AC"/>
    <w:rsid w:val="00E909F2"/>
    <w:rsid w:val="00E90F05"/>
    <w:rsid w:val="00E91358"/>
    <w:rsid w:val="00E918CF"/>
    <w:rsid w:val="00E933B1"/>
    <w:rsid w:val="00E94303"/>
    <w:rsid w:val="00E94A82"/>
    <w:rsid w:val="00E94E38"/>
    <w:rsid w:val="00E95E26"/>
    <w:rsid w:val="00E9704B"/>
    <w:rsid w:val="00E97629"/>
    <w:rsid w:val="00EA1AC8"/>
    <w:rsid w:val="00EA20F7"/>
    <w:rsid w:val="00EA3145"/>
    <w:rsid w:val="00EA3242"/>
    <w:rsid w:val="00EA3744"/>
    <w:rsid w:val="00EA3BD0"/>
    <w:rsid w:val="00EA3F8D"/>
    <w:rsid w:val="00EA43A2"/>
    <w:rsid w:val="00EA4470"/>
    <w:rsid w:val="00EA4DD6"/>
    <w:rsid w:val="00EA53D6"/>
    <w:rsid w:val="00EA66FD"/>
    <w:rsid w:val="00EA6AFE"/>
    <w:rsid w:val="00EA787E"/>
    <w:rsid w:val="00EA78C6"/>
    <w:rsid w:val="00EB0256"/>
    <w:rsid w:val="00EB1F08"/>
    <w:rsid w:val="00EB29BA"/>
    <w:rsid w:val="00EB3495"/>
    <w:rsid w:val="00EB6296"/>
    <w:rsid w:val="00EB6446"/>
    <w:rsid w:val="00EB6471"/>
    <w:rsid w:val="00EB7302"/>
    <w:rsid w:val="00EB76D9"/>
    <w:rsid w:val="00EC20C7"/>
    <w:rsid w:val="00EC21BB"/>
    <w:rsid w:val="00EC23BB"/>
    <w:rsid w:val="00EC269D"/>
    <w:rsid w:val="00EC280B"/>
    <w:rsid w:val="00EC32C0"/>
    <w:rsid w:val="00EC445B"/>
    <w:rsid w:val="00EC4468"/>
    <w:rsid w:val="00EC44A8"/>
    <w:rsid w:val="00EC470A"/>
    <w:rsid w:val="00EC549E"/>
    <w:rsid w:val="00EC687C"/>
    <w:rsid w:val="00EC6CAB"/>
    <w:rsid w:val="00EC705F"/>
    <w:rsid w:val="00EC7307"/>
    <w:rsid w:val="00EC7338"/>
    <w:rsid w:val="00EC7ABF"/>
    <w:rsid w:val="00ED2AD0"/>
    <w:rsid w:val="00ED3235"/>
    <w:rsid w:val="00ED53DE"/>
    <w:rsid w:val="00ED5AA0"/>
    <w:rsid w:val="00ED5BFC"/>
    <w:rsid w:val="00ED5E62"/>
    <w:rsid w:val="00ED6622"/>
    <w:rsid w:val="00ED7966"/>
    <w:rsid w:val="00EE0CB1"/>
    <w:rsid w:val="00EE0EE9"/>
    <w:rsid w:val="00EE0F72"/>
    <w:rsid w:val="00EE150F"/>
    <w:rsid w:val="00EE1562"/>
    <w:rsid w:val="00EE264E"/>
    <w:rsid w:val="00EE34D2"/>
    <w:rsid w:val="00EE3BBA"/>
    <w:rsid w:val="00EE481E"/>
    <w:rsid w:val="00EE5030"/>
    <w:rsid w:val="00EE66AF"/>
    <w:rsid w:val="00EF05FD"/>
    <w:rsid w:val="00EF0A5B"/>
    <w:rsid w:val="00EF0BDE"/>
    <w:rsid w:val="00EF11F7"/>
    <w:rsid w:val="00EF13AC"/>
    <w:rsid w:val="00EF1A5E"/>
    <w:rsid w:val="00EF239D"/>
    <w:rsid w:val="00EF2A28"/>
    <w:rsid w:val="00EF2FE8"/>
    <w:rsid w:val="00EF4B18"/>
    <w:rsid w:val="00EF4D55"/>
    <w:rsid w:val="00EF507D"/>
    <w:rsid w:val="00EF553F"/>
    <w:rsid w:val="00EF5625"/>
    <w:rsid w:val="00EF596E"/>
    <w:rsid w:val="00EF5FAE"/>
    <w:rsid w:val="00EF74D7"/>
    <w:rsid w:val="00EF7571"/>
    <w:rsid w:val="00EF75D3"/>
    <w:rsid w:val="00F007CC"/>
    <w:rsid w:val="00F00CEE"/>
    <w:rsid w:val="00F015C2"/>
    <w:rsid w:val="00F02FF6"/>
    <w:rsid w:val="00F03397"/>
    <w:rsid w:val="00F04B03"/>
    <w:rsid w:val="00F05738"/>
    <w:rsid w:val="00F058E2"/>
    <w:rsid w:val="00F060B0"/>
    <w:rsid w:val="00F07347"/>
    <w:rsid w:val="00F07430"/>
    <w:rsid w:val="00F07798"/>
    <w:rsid w:val="00F10724"/>
    <w:rsid w:val="00F118CD"/>
    <w:rsid w:val="00F122B1"/>
    <w:rsid w:val="00F131B2"/>
    <w:rsid w:val="00F14181"/>
    <w:rsid w:val="00F143E2"/>
    <w:rsid w:val="00F14B1F"/>
    <w:rsid w:val="00F14C6D"/>
    <w:rsid w:val="00F15ABA"/>
    <w:rsid w:val="00F16BBC"/>
    <w:rsid w:val="00F17376"/>
    <w:rsid w:val="00F2102B"/>
    <w:rsid w:val="00F22CE3"/>
    <w:rsid w:val="00F23470"/>
    <w:rsid w:val="00F24326"/>
    <w:rsid w:val="00F2555D"/>
    <w:rsid w:val="00F25931"/>
    <w:rsid w:val="00F2605A"/>
    <w:rsid w:val="00F26FF4"/>
    <w:rsid w:val="00F27174"/>
    <w:rsid w:val="00F272B2"/>
    <w:rsid w:val="00F27F5E"/>
    <w:rsid w:val="00F307D4"/>
    <w:rsid w:val="00F3148F"/>
    <w:rsid w:val="00F333A3"/>
    <w:rsid w:val="00F33461"/>
    <w:rsid w:val="00F343AB"/>
    <w:rsid w:val="00F34552"/>
    <w:rsid w:val="00F34803"/>
    <w:rsid w:val="00F34D5E"/>
    <w:rsid w:val="00F35365"/>
    <w:rsid w:val="00F354E4"/>
    <w:rsid w:val="00F35A96"/>
    <w:rsid w:val="00F35DED"/>
    <w:rsid w:val="00F36208"/>
    <w:rsid w:val="00F3702E"/>
    <w:rsid w:val="00F3773E"/>
    <w:rsid w:val="00F41263"/>
    <w:rsid w:val="00F4138E"/>
    <w:rsid w:val="00F4238B"/>
    <w:rsid w:val="00F4246E"/>
    <w:rsid w:val="00F4284B"/>
    <w:rsid w:val="00F429DA"/>
    <w:rsid w:val="00F42F0F"/>
    <w:rsid w:val="00F430E8"/>
    <w:rsid w:val="00F44363"/>
    <w:rsid w:val="00F45D65"/>
    <w:rsid w:val="00F51792"/>
    <w:rsid w:val="00F51A74"/>
    <w:rsid w:val="00F51C0B"/>
    <w:rsid w:val="00F52866"/>
    <w:rsid w:val="00F52ADB"/>
    <w:rsid w:val="00F53373"/>
    <w:rsid w:val="00F534D5"/>
    <w:rsid w:val="00F55913"/>
    <w:rsid w:val="00F55D4F"/>
    <w:rsid w:val="00F571E2"/>
    <w:rsid w:val="00F57833"/>
    <w:rsid w:val="00F57DDC"/>
    <w:rsid w:val="00F57ECC"/>
    <w:rsid w:val="00F620B0"/>
    <w:rsid w:val="00F62280"/>
    <w:rsid w:val="00F6342C"/>
    <w:rsid w:val="00F64075"/>
    <w:rsid w:val="00F643A9"/>
    <w:rsid w:val="00F64CB8"/>
    <w:rsid w:val="00F66F7B"/>
    <w:rsid w:val="00F6744A"/>
    <w:rsid w:val="00F70244"/>
    <w:rsid w:val="00F70974"/>
    <w:rsid w:val="00F71420"/>
    <w:rsid w:val="00F718DF"/>
    <w:rsid w:val="00F7360B"/>
    <w:rsid w:val="00F73698"/>
    <w:rsid w:val="00F73AFA"/>
    <w:rsid w:val="00F760B6"/>
    <w:rsid w:val="00F76DB7"/>
    <w:rsid w:val="00F77C81"/>
    <w:rsid w:val="00F812D5"/>
    <w:rsid w:val="00F8236E"/>
    <w:rsid w:val="00F824C7"/>
    <w:rsid w:val="00F827BF"/>
    <w:rsid w:val="00F82AB5"/>
    <w:rsid w:val="00F833F7"/>
    <w:rsid w:val="00F84858"/>
    <w:rsid w:val="00F849A2"/>
    <w:rsid w:val="00F852E2"/>
    <w:rsid w:val="00F85B9C"/>
    <w:rsid w:val="00F85D8C"/>
    <w:rsid w:val="00F861CA"/>
    <w:rsid w:val="00F878C3"/>
    <w:rsid w:val="00F90345"/>
    <w:rsid w:val="00F908B8"/>
    <w:rsid w:val="00F90D5F"/>
    <w:rsid w:val="00F9142D"/>
    <w:rsid w:val="00F92186"/>
    <w:rsid w:val="00F92298"/>
    <w:rsid w:val="00F92BD0"/>
    <w:rsid w:val="00F93FBF"/>
    <w:rsid w:val="00F94076"/>
    <w:rsid w:val="00F9452B"/>
    <w:rsid w:val="00F96A70"/>
    <w:rsid w:val="00F96C97"/>
    <w:rsid w:val="00F972E5"/>
    <w:rsid w:val="00FA023B"/>
    <w:rsid w:val="00FA2A33"/>
    <w:rsid w:val="00FA32C1"/>
    <w:rsid w:val="00FA3A57"/>
    <w:rsid w:val="00FA43FE"/>
    <w:rsid w:val="00FA4A85"/>
    <w:rsid w:val="00FA4B58"/>
    <w:rsid w:val="00FA4BF7"/>
    <w:rsid w:val="00FA5F9F"/>
    <w:rsid w:val="00FA6F3E"/>
    <w:rsid w:val="00FA7582"/>
    <w:rsid w:val="00FB06C0"/>
    <w:rsid w:val="00FB1749"/>
    <w:rsid w:val="00FB1A6E"/>
    <w:rsid w:val="00FB1FE9"/>
    <w:rsid w:val="00FB24EE"/>
    <w:rsid w:val="00FB2A63"/>
    <w:rsid w:val="00FB3139"/>
    <w:rsid w:val="00FB3623"/>
    <w:rsid w:val="00FB4623"/>
    <w:rsid w:val="00FB505A"/>
    <w:rsid w:val="00FB55E4"/>
    <w:rsid w:val="00FB5C06"/>
    <w:rsid w:val="00FB6C71"/>
    <w:rsid w:val="00FB786A"/>
    <w:rsid w:val="00FC0A57"/>
    <w:rsid w:val="00FC10C5"/>
    <w:rsid w:val="00FC1502"/>
    <w:rsid w:val="00FC2ABE"/>
    <w:rsid w:val="00FC2C8E"/>
    <w:rsid w:val="00FC30AC"/>
    <w:rsid w:val="00FC450D"/>
    <w:rsid w:val="00FC5474"/>
    <w:rsid w:val="00FC5573"/>
    <w:rsid w:val="00FC5C6C"/>
    <w:rsid w:val="00FC5F12"/>
    <w:rsid w:val="00FC5F18"/>
    <w:rsid w:val="00FC63CB"/>
    <w:rsid w:val="00FC6682"/>
    <w:rsid w:val="00FC7D76"/>
    <w:rsid w:val="00FD0A11"/>
    <w:rsid w:val="00FD34B7"/>
    <w:rsid w:val="00FD367F"/>
    <w:rsid w:val="00FD36B9"/>
    <w:rsid w:val="00FD3A57"/>
    <w:rsid w:val="00FD3D3B"/>
    <w:rsid w:val="00FD4C1B"/>
    <w:rsid w:val="00FD5116"/>
    <w:rsid w:val="00FD7A95"/>
    <w:rsid w:val="00FD7C89"/>
    <w:rsid w:val="00FD7F6A"/>
    <w:rsid w:val="00FE07C9"/>
    <w:rsid w:val="00FE1734"/>
    <w:rsid w:val="00FE19DD"/>
    <w:rsid w:val="00FE1AA3"/>
    <w:rsid w:val="00FE3978"/>
    <w:rsid w:val="00FE39F0"/>
    <w:rsid w:val="00FE3A30"/>
    <w:rsid w:val="00FE4331"/>
    <w:rsid w:val="00FE4B6A"/>
    <w:rsid w:val="00FE4B82"/>
    <w:rsid w:val="00FE5073"/>
    <w:rsid w:val="00FE5103"/>
    <w:rsid w:val="00FE55DF"/>
    <w:rsid w:val="00FE5D94"/>
    <w:rsid w:val="00FE69F3"/>
    <w:rsid w:val="00FE6D55"/>
    <w:rsid w:val="00FE6E12"/>
    <w:rsid w:val="00FF002D"/>
    <w:rsid w:val="00FF0521"/>
    <w:rsid w:val="00FF1640"/>
    <w:rsid w:val="00FF1725"/>
    <w:rsid w:val="00FF1B8D"/>
    <w:rsid w:val="00FF2E95"/>
    <w:rsid w:val="00FF4C5B"/>
    <w:rsid w:val="00FF5107"/>
    <w:rsid w:val="00FF5866"/>
    <w:rsid w:val="00FF76E1"/>
    <w:rsid w:val="01554DC8"/>
    <w:rsid w:val="01A55F90"/>
    <w:rsid w:val="01BA0277"/>
    <w:rsid w:val="02166822"/>
    <w:rsid w:val="02360927"/>
    <w:rsid w:val="02AB28E9"/>
    <w:rsid w:val="02C55EE2"/>
    <w:rsid w:val="02CD5090"/>
    <w:rsid w:val="033A5602"/>
    <w:rsid w:val="034D160A"/>
    <w:rsid w:val="03534DE9"/>
    <w:rsid w:val="038979C7"/>
    <w:rsid w:val="03A77B22"/>
    <w:rsid w:val="03AB37B9"/>
    <w:rsid w:val="03D35652"/>
    <w:rsid w:val="03E66346"/>
    <w:rsid w:val="041F2714"/>
    <w:rsid w:val="04265F91"/>
    <w:rsid w:val="04522D95"/>
    <w:rsid w:val="04A91372"/>
    <w:rsid w:val="04D37B18"/>
    <w:rsid w:val="051B4989"/>
    <w:rsid w:val="05845E49"/>
    <w:rsid w:val="05A073F4"/>
    <w:rsid w:val="05BF4C14"/>
    <w:rsid w:val="05E34F2E"/>
    <w:rsid w:val="068C2D82"/>
    <w:rsid w:val="06AE54D8"/>
    <w:rsid w:val="06C023D7"/>
    <w:rsid w:val="07101527"/>
    <w:rsid w:val="073D78F5"/>
    <w:rsid w:val="0776323A"/>
    <w:rsid w:val="07773D7D"/>
    <w:rsid w:val="0783668F"/>
    <w:rsid w:val="08605C69"/>
    <w:rsid w:val="091A13AF"/>
    <w:rsid w:val="09225A1E"/>
    <w:rsid w:val="0940346E"/>
    <w:rsid w:val="0969436B"/>
    <w:rsid w:val="09793950"/>
    <w:rsid w:val="09F37E93"/>
    <w:rsid w:val="0A3716C2"/>
    <w:rsid w:val="0AA84151"/>
    <w:rsid w:val="0AAB7127"/>
    <w:rsid w:val="0ACB5F44"/>
    <w:rsid w:val="0AD940B9"/>
    <w:rsid w:val="0B114CF9"/>
    <w:rsid w:val="0B39107D"/>
    <w:rsid w:val="0B467ED7"/>
    <w:rsid w:val="0B5D0E04"/>
    <w:rsid w:val="0B8E4277"/>
    <w:rsid w:val="0BAC6BF0"/>
    <w:rsid w:val="0C957B2B"/>
    <w:rsid w:val="0CA9258C"/>
    <w:rsid w:val="0CC50F19"/>
    <w:rsid w:val="0CCB6619"/>
    <w:rsid w:val="0CD30BAE"/>
    <w:rsid w:val="0CF450EF"/>
    <w:rsid w:val="0D1D5E13"/>
    <w:rsid w:val="0D22468E"/>
    <w:rsid w:val="0D6E586C"/>
    <w:rsid w:val="0E1E26C6"/>
    <w:rsid w:val="0E226C5C"/>
    <w:rsid w:val="0E2F105A"/>
    <w:rsid w:val="0E331AC2"/>
    <w:rsid w:val="0E345C73"/>
    <w:rsid w:val="0E645C57"/>
    <w:rsid w:val="0E7A2BE8"/>
    <w:rsid w:val="0F044113"/>
    <w:rsid w:val="0F102B14"/>
    <w:rsid w:val="0F830B90"/>
    <w:rsid w:val="0F9C7245"/>
    <w:rsid w:val="108C0304"/>
    <w:rsid w:val="10B1136A"/>
    <w:rsid w:val="11B85B65"/>
    <w:rsid w:val="11D95E8F"/>
    <w:rsid w:val="11FD7BAB"/>
    <w:rsid w:val="12003C13"/>
    <w:rsid w:val="123E2B0F"/>
    <w:rsid w:val="12401865"/>
    <w:rsid w:val="126F4C23"/>
    <w:rsid w:val="12855083"/>
    <w:rsid w:val="12DD45AB"/>
    <w:rsid w:val="13313A67"/>
    <w:rsid w:val="138B0CAE"/>
    <w:rsid w:val="13B22DDF"/>
    <w:rsid w:val="142932CE"/>
    <w:rsid w:val="142B6692"/>
    <w:rsid w:val="14811581"/>
    <w:rsid w:val="14E57B52"/>
    <w:rsid w:val="150C44B1"/>
    <w:rsid w:val="15763326"/>
    <w:rsid w:val="15A11D52"/>
    <w:rsid w:val="161F3897"/>
    <w:rsid w:val="166C41FD"/>
    <w:rsid w:val="17C46C08"/>
    <w:rsid w:val="17DE6151"/>
    <w:rsid w:val="18010F0C"/>
    <w:rsid w:val="183C5C8A"/>
    <w:rsid w:val="187E44AB"/>
    <w:rsid w:val="18985ACF"/>
    <w:rsid w:val="189D6B45"/>
    <w:rsid w:val="18E50756"/>
    <w:rsid w:val="193D3E22"/>
    <w:rsid w:val="197D76FC"/>
    <w:rsid w:val="1A266C56"/>
    <w:rsid w:val="1A824179"/>
    <w:rsid w:val="1A931083"/>
    <w:rsid w:val="1B102E66"/>
    <w:rsid w:val="1B4139DB"/>
    <w:rsid w:val="1B814811"/>
    <w:rsid w:val="1B836EAF"/>
    <w:rsid w:val="1B885A6E"/>
    <w:rsid w:val="1BAD72A7"/>
    <w:rsid w:val="1CA04870"/>
    <w:rsid w:val="1D001AEB"/>
    <w:rsid w:val="1D8C6028"/>
    <w:rsid w:val="1DAE324C"/>
    <w:rsid w:val="1DD5177C"/>
    <w:rsid w:val="1E384997"/>
    <w:rsid w:val="1E814AE3"/>
    <w:rsid w:val="1EBE3E85"/>
    <w:rsid w:val="1F0450D4"/>
    <w:rsid w:val="1F9029BC"/>
    <w:rsid w:val="1FBF3288"/>
    <w:rsid w:val="20284B21"/>
    <w:rsid w:val="20BF4EDA"/>
    <w:rsid w:val="20C714C9"/>
    <w:rsid w:val="20C84C44"/>
    <w:rsid w:val="21927E4C"/>
    <w:rsid w:val="21B1586D"/>
    <w:rsid w:val="223344A7"/>
    <w:rsid w:val="225B719D"/>
    <w:rsid w:val="23C531A5"/>
    <w:rsid w:val="242B6A1F"/>
    <w:rsid w:val="24913807"/>
    <w:rsid w:val="24FD3C1B"/>
    <w:rsid w:val="25106203"/>
    <w:rsid w:val="25173918"/>
    <w:rsid w:val="251D1B07"/>
    <w:rsid w:val="25BE7A25"/>
    <w:rsid w:val="25D92B39"/>
    <w:rsid w:val="266104F9"/>
    <w:rsid w:val="266202D7"/>
    <w:rsid w:val="268E33CA"/>
    <w:rsid w:val="26B653ED"/>
    <w:rsid w:val="271173A6"/>
    <w:rsid w:val="27C844B1"/>
    <w:rsid w:val="27EE0A99"/>
    <w:rsid w:val="27EE5056"/>
    <w:rsid w:val="2844324F"/>
    <w:rsid w:val="28B22B87"/>
    <w:rsid w:val="28EA6D9E"/>
    <w:rsid w:val="29614A5D"/>
    <w:rsid w:val="296A32D4"/>
    <w:rsid w:val="29F122E8"/>
    <w:rsid w:val="2A0A27C7"/>
    <w:rsid w:val="2A605D40"/>
    <w:rsid w:val="2A927084"/>
    <w:rsid w:val="2B7C709C"/>
    <w:rsid w:val="2B812AB7"/>
    <w:rsid w:val="2D12687E"/>
    <w:rsid w:val="2D5C1A38"/>
    <w:rsid w:val="2E192CAC"/>
    <w:rsid w:val="2E271A4B"/>
    <w:rsid w:val="2E381689"/>
    <w:rsid w:val="2EA824A3"/>
    <w:rsid w:val="2F0224BF"/>
    <w:rsid w:val="2F1878DB"/>
    <w:rsid w:val="2F7A0707"/>
    <w:rsid w:val="2FEC3FA6"/>
    <w:rsid w:val="30082AE6"/>
    <w:rsid w:val="30870571"/>
    <w:rsid w:val="30B51708"/>
    <w:rsid w:val="30D520BD"/>
    <w:rsid w:val="312E74B7"/>
    <w:rsid w:val="3196629C"/>
    <w:rsid w:val="31B75C0F"/>
    <w:rsid w:val="31FA2A86"/>
    <w:rsid w:val="323D6C21"/>
    <w:rsid w:val="32536DBF"/>
    <w:rsid w:val="32540C36"/>
    <w:rsid w:val="32C76775"/>
    <w:rsid w:val="33015BD9"/>
    <w:rsid w:val="33321825"/>
    <w:rsid w:val="334A61AF"/>
    <w:rsid w:val="33561519"/>
    <w:rsid w:val="336A606A"/>
    <w:rsid w:val="33B20C66"/>
    <w:rsid w:val="33B40AB6"/>
    <w:rsid w:val="33F9729F"/>
    <w:rsid w:val="34350208"/>
    <w:rsid w:val="34720C52"/>
    <w:rsid w:val="348528EB"/>
    <w:rsid w:val="35184800"/>
    <w:rsid w:val="35530300"/>
    <w:rsid w:val="3608584D"/>
    <w:rsid w:val="360F3F8B"/>
    <w:rsid w:val="36162707"/>
    <w:rsid w:val="36275BE3"/>
    <w:rsid w:val="36337FEA"/>
    <w:rsid w:val="36C0494F"/>
    <w:rsid w:val="37012CE6"/>
    <w:rsid w:val="370C14A5"/>
    <w:rsid w:val="374A4DEE"/>
    <w:rsid w:val="375538A0"/>
    <w:rsid w:val="37902127"/>
    <w:rsid w:val="379F553B"/>
    <w:rsid w:val="383156C3"/>
    <w:rsid w:val="3838306B"/>
    <w:rsid w:val="38966EDA"/>
    <w:rsid w:val="391F680E"/>
    <w:rsid w:val="396B018A"/>
    <w:rsid w:val="398D00F4"/>
    <w:rsid w:val="39CA440F"/>
    <w:rsid w:val="3AF36C7F"/>
    <w:rsid w:val="3AFF52F6"/>
    <w:rsid w:val="3C3108DA"/>
    <w:rsid w:val="3C334F1B"/>
    <w:rsid w:val="3D70040E"/>
    <w:rsid w:val="3DC42D67"/>
    <w:rsid w:val="3E8A3F75"/>
    <w:rsid w:val="3EB43CFB"/>
    <w:rsid w:val="3EBB44EA"/>
    <w:rsid w:val="3F1B615F"/>
    <w:rsid w:val="3F343750"/>
    <w:rsid w:val="3F9F3EC7"/>
    <w:rsid w:val="3FB46CE6"/>
    <w:rsid w:val="40993A0A"/>
    <w:rsid w:val="40AC6341"/>
    <w:rsid w:val="411E4E0D"/>
    <w:rsid w:val="41240D37"/>
    <w:rsid w:val="41B81204"/>
    <w:rsid w:val="41D5500F"/>
    <w:rsid w:val="422E78C4"/>
    <w:rsid w:val="425F7751"/>
    <w:rsid w:val="431C0042"/>
    <w:rsid w:val="441F1911"/>
    <w:rsid w:val="445553AF"/>
    <w:rsid w:val="445E364A"/>
    <w:rsid w:val="446F6ED2"/>
    <w:rsid w:val="44D46BA4"/>
    <w:rsid w:val="45527B5F"/>
    <w:rsid w:val="45816ED2"/>
    <w:rsid w:val="45D2693B"/>
    <w:rsid w:val="46492EFA"/>
    <w:rsid w:val="47420A86"/>
    <w:rsid w:val="47A80E0E"/>
    <w:rsid w:val="48265C94"/>
    <w:rsid w:val="48805997"/>
    <w:rsid w:val="489327BC"/>
    <w:rsid w:val="49224E31"/>
    <w:rsid w:val="495D0284"/>
    <w:rsid w:val="49727C38"/>
    <w:rsid w:val="498302C6"/>
    <w:rsid w:val="49A72470"/>
    <w:rsid w:val="49AC20CA"/>
    <w:rsid w:val="49BA1B01"/>
    <w:rsid w:val="49D12BA5"/>
    <w:rsid w:val="4A3015AD"/>
    <w:rsid w:val="4A8A5903"/>
    <w:rsid w:val="4AA37587"/>
    <w:rsid w:val="4AB522CE"/>
    <w:rsid w:val="4AED0B8B"/>
    <w:rsid w:val="4B512A9F"/>
    <w:rsid w:val="4B81579C"/>
    <w:rsid w:val="4BBB64B9"/>
    <w:rsid w:val="4C036A48"/>
    <w:rsid w:val="4C0948E4"/>
    <w:rsid w:val="4C9F5D7B"/>
    <w:rsid w:val="4CA430FE"/>
    <w:rsid w:val="4D2E5F06"/>
    <w:rsid w:val="4D41099C"/>
    <w:rsid w:val="4DE82A73"/>
    <w:rsid w:val="4ED14481"/>
    <w:rsid w:val="4F0134EF"/>
    <w:rsid w:val="4F2136AE"/>
    <w:rsid w:val="4F4A6ED4"/>
    <w:rsid w:val="4FF043FC"/>
    <w:rsid w:val="50813D5E"/>
    <w:rsid w:val="50BA0647"/>
    <w:rsid w:val="50BA61EC"/>
    <w:rsid w:val="50C31C6E"/>
    <w:rsid w:val="511C77F1"/>
    <w:rsid w:val="51281588"/>
    <w:rsid w:val="519949F1"/>
    <w:rsid w:val="51FF4370"/>
    <w:rsid w:val="522F1C1B"/>
    <w:rsid w:val="5284732C"/>
    <w:rsid w:val="52FE1AF7"/>
    <w:rsid w:val="54014835"/>
    <w:rsid w:val="541E0B6D"/>
    <w:rsid w:val="54286304"/>
    <w:rsid w:val="55770FD1"/>
    <w:rsid w:val="558E1205"/>
    <w:rsid w:val="55E6368A"/>
    <w:rsid w:val="560454C2"/>
    <w:rsid w:val="562433A6"/>
    <w:rsid w:val="563A278A"/>
    <w:rsid w:val="568A76A7"/>
    <w:rsid w:val="56930766"/>
    <w:rsid w:val="56E01B16"/>
    <w:rsid w:val="57134D0C"/>
    <w:rsid w:val="572C03A6"/>
    <w:rsid w:val="58017DEE"/>
    <w:rsid w:val="580F088F"/>
    <w:rsid w:val="587A06A8"/>
    <w:rsid w:val="587B380C"/>
    <w:rsid w:val="588B7692"/>
    <w:rsid w:val="589F5C29"/>
    <w:rsid w:val="592971D2"/>
    <w:rsid w:val="598E44C8"/>
    <w:rsid w:val="59F82E60"/>
    <w:rsid w:val="5A014477"/>
    <w:rsid w:val="5A48361A"/>
    <w:rsid w:val="5A4B4322"/>
    <w:rsid w:val="5B2B7BE5"/>
    <w:rsid w:val="5B306945"/>
    <w:rsid w:val="5C1314E6"/>
    <w:rsid w:val="5CF05970"/>
    <w:rsid w:val="5D5A375D"/>
    <w:rsid w:val="5D7B6D72"/>
    <w:rsid w:val="5DA3568F"/>
    <w:rsid w:val="5DD40E28"/>
    <w:rsid w:val="5E0B7C90"/>
    <w:rsid w:val="5EAF3BA8"/>
    <w:rsid w:val="5F29786C"/>
    <w:rsid w:val="5F5E1ABC"/>
    <w:rsid w:val="5FAF4750"/>
    <w:rsid w:val="600111EE"/>
    <w:rsid w:val="600F5BCC"/>
    <w:rsid w:val="615A49DE"/>
    <w:rsid w:val="61AA22A9"/>
    <w:rsid w:val="62264656"/>
    <w:rsid w:val="62515F63"/>
    <w:rsid w:val="62B01DF9"/>
    <w:rsid w:val="62F955D1"/>
    <w:rsid w:val="63B7127F"/>
    <w:rsid w:val="64234F54"/>
    <w:rsid w:val="648E490D"/>
    <w:rsid w:val="64D44C45"/>
    <w:rsid w:val="64F7532F"/>
    <w:rsid w:val="650367EA"/>
    <w:rsid w:val="65260784"/>
    <w:rsid w:val="65436054"/>
    <w:rsid w:val="6604553F"/>
    <w:rsid w:val="665D3E56"/>
    <w:rsid w:val="666620F2"/>
    <w:rsid w:val="666B674E"/>
    <w:rsid w:val="66AF346B"/>
    <w:rsid w:val="67DC3553"/>
    <w:rsid w:val="685A352A"/>
    <w:rsid w:val="68DF64B6"/>
    <w:rsid w:val="68F15103"/>
    <w:rsid w:val="6A0A458D"/>
    <w:rsid w:val="6A1F631F"/>
    <w:rsid w:val="6A751112"/>
    <w:rsid w:val="6ABD7F6B"/>
    <w:rsid w:val="6B1428DD"/>
    <w:rsid w:val="6C337039"/>
    <w:rsid w:val="6C8C4613"/>
    <w:rsid w:val="6CE34D33"/>
    <w:rsid w:val="6CFB7652"/>
    <w:rsid w:val="6D144CFB"/>
    <w:rsid w:val="6D7E3B77"/>
    <w:rsid w:val="6DE0393D"/>
    <w:rsid w:val="6E5721E6"/>
    <w:rsid w:val="6E65502E"/>
    <w:rsid w:val="6E9D0FA2"/>
    <w:rsid w:val="6EB70C4F"/>
    <w:rsid w:val="6ED80DFE"/>
    <w:rsid w:val="6F28556A"/>
    <w:rsid w:val="6F9D09F2"/>
    <w:rsid w:val="6FDF0FC9"/>
    <w:rsid w:val="6FF32356"/>
    <w:rsid w:val="702A6569"/>
    <w:rsid w:val="70381C23"/>
    <w:rsid w:val="704C2912"/>
    <w:rsid w:val="707E56ED"/>
    <w:rsid w:val="70FF1AD7"/>
    <w:rsid w:val="71052ADB"/>
    <w:rsid w:val="7118453F"/>
    <w:rsid w:val="715C622D"/>
    <w:rsid w:val="71B41E27"/>
    <w:rsid w:val="71BE75D7"/>
    <w:rsid w:val="72D079EA"/>
    <w:rsid w:val="73180808"/>
    <w:rsid w:val="73221FF9"/>
    <w:rsid w:val="733C7859"/>
    <w:rsid w:val="73566BF0"/>
    <w:rsid w:val="737A4E94"/>
    <w:rsid w:val="73CB1AC4"/>
    <w:rsid w:val="741819CF"/>
    <w:rsid w:val="745935CE"/>
    <w:rsid w:val="748A7492"/>
    <w:rsid w:val="74A438A2"/>
    <w:rsid w:val="74A57018"/>
    <w:rsid w:val="74C624AB"/>
    <w:rsid w:val="756F3E90"/>
    <w:rsid w:val="75743F15"/>
    <w:rsid w:val="76305731"/>
    <w:rsid w:val="774C5D35"/>
    <w:rsid w:val="774E03FE"/>
    <w:rsid w:val="77B22D8D"/>
    <w:rsid w:val="781B0906"/>
    <w:rsid w:val="783B11BE"/>
    <w:rsid w:val="788315A6"/>
    <w:rsid w:val="78A5139A"/>
    <w:rsid w:val="78A67732"/>
    <w:rsid w:val="78AB0AE8"/>
    <w:rsid w:val="78E77893"/>
    <w:rsid w:val="78F32271"/>
    <w:rsid w:val="78F33291"/>
    <w:rsid w:val="798A4D61"/>
    <w:rsid w:val="7A2A24EB"/>
    <w:rsid w:val="7A580CE4"/>
    <w:rsid w:val="7A5D4EB7"/>
    <w:rsid w:val="7B1525A7"/>
    <w:rsid w:val="7B933F9F"/>
    <w:rsid w:val="7B957837"/>
    <w:rsid w:val="7BC64CEE"/>
    <w:rsid w:val="7BEA4538"/>
    <w:rsid w:val="7BF96DDD"/>
    <w:rsid w:val="7C105463"/>
    <w:rsid w:val="7C712D89"/>
    <w:rsid w:val="7C7335B5"/>
    <w:rsid w:val="7C9A49CF"/>
    <w:rsid w:val="7D1400CF"/>
    <w:rsid w:val="7D1A4F77"/>
    <w:rsid w:val="7D334A89"/>
    <w:rsid w:val="7D4F4D1F"/>
    <w:rsid w:val="7D52472F"/>
    <w:rsid w:val="7D756096"/>
    <w:rsid w:val="7E9F3EF3"/>
    <w:rsid w:val="7EED4FAC"/>
    <w:rsid w:val="7EF11135"/>
    <w:rsid w:val="7EFF116D"/>
    <w:rsid w:val="7F20608E"/>
    <w:rsid w:val="7F49129D"/>
    <w:rsid w:val="7F5A2B44"/>
    <w:rsid w:val="7FA43FA0"/>
    <w:rsid w:val="7FAE4EF4"/>
    <w:rsid w:val="7FE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qFormat="1"/>
    <w:lsdException w:name="Emphasis" w:uiPriority="20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Lines="50" w:afterLines="50"/>
      <w:outlineLvl w:val="1"/>
    </w:pPr>
    <w:rPr>
      <w:rFonts w:eastAsia="黑体"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Lines="50" w:afterLines="50"/>
      <w:ind w:firstLineChars="200" w:firstLine="200"/>
      <w:outlineLvl w:val="2"/>
    </w:pPr>
    <w:rPr>
      <w:rFonts w:eastAsia="黑体" w:hAnsi="宋体"/>
      <w:bCs/>
      <w:sz w:val="28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ind w:firstLineChars="200" w:firstLine="200"/>
      <w:outlineLvl w:val="4"/>
    </w:pPr>
    <w:rPr>
      <w:rFonts w:hAnsi="宋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360" w:lineRule="exact"/>
      <w:ind w:firstLine="420"/>
    </w:pPr>
    <w:rPr>
      <w:sz w:val="24"/>
    </w:rPr>
  </w:style>
  <w:style w:type="paragraph" w:styleId="a4">
    <w:name w:val="caption"/>
    <w:basedOn w:val="a"/>
    <w:next w:val="a"/>
    <w:qFormat/>
    <w:pPr>
      <w:spacing w:before="120" w:after="120"/>
      <w:jc w:val="center"/>
    </w:pPr>
    <w:rPr>
      <w:rFonts w:cs="Arial"/>
      <w:kern w:val="40"/>
    </w:rPr>
  </w:style>
  <w:style w:type="paragraph" w:styleId="a5">
    <w:name w:val="Document Map"/>
    <w:basedOn w:val="a"/>
    <w:link w:val="Char"/>
    <w:rPr>
      <w:rFonts w:ascii="宋体"/>
      <w:sz w:val="18"/>
      <w:szCs w:val="18"/>
    </w:rPr>
  </w:style>
  <w:style w:type="paragraph" w:styleId="a6">
    <w:name w:val="annotation text"/>
    <w:basedOn w:val="a"/>
    <w:link w:val="Char0"/>
    <w:pPr>
      <w:jc w:val="left"/>
    </w:pPr>
  </w:style>
  <w:style w:type="paragraph" w:styleId="a7">
    <w:name w:val="Body Text"/>
    <w:basedOn w:val="a"/>
    <w:pPr>
      <w:spacing w:after="120"/>
    </w:pPr>
  </w:style>
  <w:style w:type="paragraph" w:styleId="a8">
    <w:name w:val="Body Text Indent"/>
    <w:basedOn w:val="a"/>
    <w:pPr>
      <w:ind w:left="378" w:hangingChars="180" w:hanging="378"/>
    </w:pPr>
    <w:rPr>
      <w:rFonts w:ascii="宋体" w:hAnsi="宋体"/>
    </w:rPr>
  </w:style>
  <w:style w:type="paragraph" w:styleId="a9">
    <w:name w:val="Plain Text"/>
    <w:basedOn w:val="a"/>
    <w:link w:val="Char1"/>
    <w:rPr>
      <w:rFonts w:ascii="宋体" w:hAnsi="Courier New" w:cs="Courier New"/>
      <w:szCs w:val="21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ab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annotation subject"/>
    <w:basedOn w:val="a6"/>
    <w:next w:val="a6"/>
    <w:link w:val="Char4"/>
    <w:rPr>
      <w:b/>
      <w:bCs/>
    </w:rPr>
  </w:style>
  <w:style w:type="table" w:styleId="af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</w:style>
  <w:style w:type="character" w:styleId="af1">
    <w:name w:val="Emphasis"/>
    <w:uiPriority w:val="20"/>
    <w:qFormat/>
    <w:rPr>
      <w:i/>
      <w:iCs/>
    </w:rPr>
  </w:style>
  <w:style w:type="character" w:styleId="af2">
    <w:name w:val="Hyperlink"/>
    <w:uiPriority w:val="99"/>
    <w:rPr>
      <w:color w:val="0000FF"/>
      <w:u w:val="single"/>
    </w:rPr>
  </w:style>
  <w:style w:type="character" w:styleId="af3">
    <w:name w:val="annotation reference"/>
    <w:rPr>
      <w:sz w:val="21"/>
      <w:szCs w:val="21"/>
    </w:rPr>
  </w:style>
  <w:style w:type="character" w:customStyle="1" w:styleId="Char5">
    <w:name w:val="列出段落 Char"/>
    <w:link w:val="af4"/>
    <w:rPr>
      <w:rFonts w:eastAsia="宋体"/>
      <w:kern w:val="2"/>
      <w:sz w:val="24"/>
      <w:szCs w:val="24"/>
      <w:lang w:bidi="ar-SA"/>
    </w:rPr>
  </w:style>
  <w:style w:type="paragraph" w:styleId="af4">
    <w:name w:val="List Paragraph"/>
    <w:basedOn w:val="a"/>
    <w:link w:val="Char5"/>
    <w:qFormat/>
    <w:pPr>
      <w:spacing w:line="440" w:lineRule="exact"/>
      <w:ind w:firstLineChars="200" w:firstLine="420"/>
    </w:pPr>
    <w:rPr>
      <w:sz w:val="24"/>
      <w:szCs w:val="24"/>
    </w:rPr>
  </w:style>
  <w:style w:type="character" w:customStyle="1" w:styleId="2Char">
    <w:name w:val="标题 2 Char"/>
    <w:link w:val="2"/>
    <w:rPr>
      <w:rFonts w:eastAsia="黑体"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link w:val="3"/>
    <w:rPr>
      <w:rFonts w:eastAsia="黑体" w:hAnsi="宋体"/>
      <w:bCs/>
      <w:kern w:val="2"/>
      <w:sz w:val="28"/>
      <w:szCs w:val="32"/>
      <w:lang w:val="en-US" w:eastAsia="zh-CN" w:bidi="ar-SA"/>
    </w:rPr>
  </w:style>
  <w:style w:type="character" w:customStyle="1" w:styleId="fontstyle01">
    <w:name w:val="fontstyle01"/>
    <w:rPr>
      <w:rFonts w:ascii="宋体" w:eastAsia="宋体" w:hAnsi="宋体" w:hint="eastAsia"/>
      <w:color w:val="000000"/>
      <w:sz w:val="24"/>
      <w:szCs w:val="24"/>
    </w:rPr>
  </w:style>
  <w:style w:type="character" w:customStyle="1" w:styleId="222Char">
    <w:name w:val="样式 宋小四 22 磅 + 首行缩进: 2 字符 Char"/>
    <w:link w:val="222"/>
    <w:rPr>
      <w:rFonts w:eastAsia="宋体"/>
      <w:sz w:val="24"/>
      <w:lang w:bidi="ar-SA"/>
    </w:rPr>
  </w:style>
  <w:style w:type="paragraph" w:customStyle="1" w:styleId="222">
    <w:name w:val="样式 宋小四 22 磅 + 首行缩进: 2 字符"/>
    <w:basedOn w:val="a"/>
    <w:link w:val="222Char"/>
    <w:pPr>
      <w:spacing w:line="440" w:lineRule="exact"/>
      <w:ind w:firstLineChars="200" w:firstLine="480"/>
      <w:textAlignment w:val="center"/>
    </w:pPr>
    <w:rPr>
      <w:kern w:val="0"/>
      <w:sz w:val="24"/>
    </w:rPr>
  </w:style>
  <w:style w:type="character" w:customStyle="1" w:styleId="Char4">
    <w:name w:val="批注主题 Char"/>
    <w:link w:val="ae"/>
    <w:rPr>
      <w:b/>
      <w:bCs/>
      <w:kern w:val="2"/>
      <w:sz w:val="21"/>
    </w:rPr>
  </w:style>
  <w:style w:type="character" w:customStyle="1" w:styleId="Char">
    <w:name w:val="文档结构图 Char"/>
    <w:link w:val="a5"/>
    <w:rPr>
      <w:rFonts w:ascii="宋体" w:eastAsia="宋体"/>
      <w:kern w:val="2"/>
      <w:sz w:val="18"/>
      <w:szCs w:val="18"/>
      <w:lang w:val="en-US" w:eastAsia="zh-CN" w:bidi="ar-SA"/>
    </w:rPr>
  </w:style>
  <w:style w:type="character" w:customStyle="1" w:styleId="MTDisplayEquationChar">
    <w:name w:val="MTDisplayEquation Char"/>
    <w:link w:val="MTDisplayEquation"/>
    <w:rPr>
      <w:rFonts w:eastAsia="宋体"/>
      <w:sz w:val="24"/>
      <w:szCs w:val="21"/>
      <w:lang w:bidi="ar-SA"/>
    </w:r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  <w:spacing w:line="400" w:lineRule="exact"/>
    </w:pPr>
    <w:rPr>
      <w:kern w:val="0"/>
      <w:sz w:val="24"/>
      <w:szCs w:val="21"/>
    </w:rPr>
  </w:style>
  <w:style w:type="character" w:customStyle="1" w:styleId="HTMLChar">
    <w:name w:val="HTML 预设格式 Char"/>
    <w:link w:val="HTML"/>
    <w:uiPriority w:val="99"/>
    <w:rPr>
      <w:rFonts w:ascii="宋体" w:hAnsi="宋体" w:cs="宋体"/>
      <w:sz w:val="24"/>
      <w:szCs w:val="24"/>
    </w:rPr>
  </w:style>
  <w:style w:type="character" w:customStyle="1" w:styleId="headline-content2">
    <w:name w:val="headline-content2"/>
    <w:basedOn w:val="a0"/>
  </w:style>
  <w:style w:type="character" w:customStyle="1" w:styleId="22ptChar">
    <w:name w:val="正文22pt Char"/>
    <w:link w:val="22pt"/>
    <w:rPr>
      <w:rFonts w:eastAsia="宋体" w:hAnsi="宋体"/>
      <w:kern w:val="2"/>
      <w:sz w:val="24"/>
      <w:szCs w:val="24"/>
      <w:lang w:val="en-US" w:eastAsia="zh-CN" w:bidi="ar-SA"/>
    </w:rPr>
  </w:style>
  <w:style w:type="paragraph" w:customStyle="1" w:styleId="22pt">
    <w:name w:val="正文22pt"/>
    <w:basedOn w:val="a"/>
    <w:link w:val="22ptChar"/>
    <w:qFormat/>
    <w:pPr>
      <w:spacing w:line="440" w:lineRule="exact"/>
      <w:ind w:firstLineChars="200" w:firstLine="480"/>
    </w:pPr>
    <w:rPr>
      <w:rFonts w:hAnsi="宋体"/>
      <w:sz w:val="24"/>
      <w:szCs w:val="24"/>
    </w:rPr>
  </w:style>
  <w:style w:type="character" w:customStyle="1" w:styleId="af5">
    <w:name w:val="行間詰め (文字)"/>
    <w:link w:val="af6"/>
    <w:rPr>
      <w:rFonts w:hAnsi="宋体"/>
      <w:kern w:val="2"/>
      <w:sz w:val="24"/>
      <w:szCs w:val="24"/>
      <w:lang w:val="en-US" w:eastAsia="zh-CN" w:bidi="ar-SA"/>
    </w:rPr>
  </w:style>
  <w:style w:type="paragraph" w:customStyle="1" w:styleId="af6">
    <w:name w:val="行間詰め"/>
    <w:link w:val="af5"/>
    <w:qFormat/>
    <w:pPr>
      <w:widowControl w:val="0"/>
      <w:ind w:firstLineChars="200" w:firstLine="200"/>
      <w:jc w:val="both"/>
    </w:pPr>
    <w:rPr>
      <w:rFonts w:hAnsi="宋体"/>
      <w:kern w:val="2"/>
      <w:sz w:val="24"/>
      <w:szCs w:val="24"/>
    </w:rPr>
  </w:style>
  <w:style w:type="character" w:customStyle="1" w:styleId="Char6">
    <w:name w:val="图 Char"/>
    <w:link w:val="af7"/>
    <w:rPr>
      <w:rFonts w:eastAsia="宋体"/>
      <w:kern w:val="2"/>
      <w:sz w:val="21"/>
      <w:szCs w:val="21"/>
      <w:lang w:val="en-GB" w:eastAsia="zh-CN" w:bidi="ar-SA"/>
    </w:rPr>
  </w:style>
  <w:style w:type="paragraph" w:customStyle="1" w:styleId="af7">
    <w:name w:val="图"/>
    <w:basedOn w:val="a"/>
    <w:link w:val="Char6"/>
    <w:qFormat/>
    <w:pPr>
      <w:ind w:firstLineChars="200" w:firstLine="200"/>
      <w:jc w:val="center"/>
      <w:textAlignment w:val="baseline"/>
    </w:pPr>
    <w:rPr>
      <w:szCs w:val="21"/>
      <w:lang w:val="en-GB"/>
    </w:rPr>
  </w:style>
  <w:style w:type="character" w:customStyle="1" w:styleId="Char0">
    <w:name w:val="批注文字 Char"/>
    <w:link w:val="a6"/>
    <w:rPr>
      <w:kern w:val="2"/>
      <w:sz w:val="21"/>
    </w:rPr>
  </w:style>
  <w:style w:type="character" w:styleId="af8">
    <w:name w:val="Placeholder Text"/>
    <w:uiPriority w:val="99"/>
    <w:unhideWhenUsed/>
    <w:rPr>
      <w:color w:val="808080"/>
    </w:rPr>
  </w:style>
  <w:style w:type="character" w:customStyle="1" w:styleId="Char7">
    <w:name w:val="表头 Char"/>
    <w:link w:val="af9"/>
    <w:rPr>
      <w:kern w:val="2"/>
      <w:sz w:val="24"/>
      <w:szCs w:val="22"/>
    </w:rPr>
  </w:style>
  <w:style w:type="paragraph" w:customStyle="1" w:styleId="af9">
    <w:name w:val="表头"/>
    <w:basedOn w:val="a"/>
    <w:link w:val="Char7"/>
    <w:qFormat/>
    <w:pPr>
      <w:spacing w:beforeLines="50" w:before="50" w:afterLines="50" w:after="50"/>
      <w:ind w:firstLineChars="200" w:firstLine="200"/>
      <w:jc w:val="center"/>
    </w:pPr>
    <w:rPr>
      <w:sz w:val="24"/>
      <w:szCs w:val="22"/>
    </w:rPr>
  </w:style>
  <w:style w:type="character" w:customStyle="1" w:styleId="Char1">
    <w:name w:val="纯文本 Char"/>
    <w:link w:val="a9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fontstyle21">
    <w:name w:val="fontstyle2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5Char">
    <w:name w:val="标题 5 Char"/>
    <w:link w:val="5"/>
    <w:semiHidden/>
    <w:rPr>
      <w:rFonts w:eastAsia="宋体" w:hAnsi="宋体"/>
      <w:b/>
      <w:bCs/>
      <w:kern w:val="2"/>
      <w:sz w:val="28"/>
      <w:szCs w:val="28"/>
      <w:lang w:val="en-US" w:eastAsia="zh-CN" w:bidi="ar-SA"/>
    </w:rPr>
  </w:style>
  <w:style w:type="character" w:customStyle="1" w:styleId="4Char">
    <w:name w:val="标题 4 Char"/>
    <w:link w:val="4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apple-style-span">
    <w:name w:val="apple-style-span"/>
  </w:style>
  <w:style w:type="character" w:customStyle="1" w:styleId="Char2">
    <w:name w:val="页脚 Char"/>
    <w:link w:val="ab"/>
    <w:rPr>
      <w:rFonts w:eastAsia="宋体"/>
      <w:kern w:val="2"/>
      <w:sz w:val="18"/>
      <w:lang w:val="en-US" w:eastAsia="zh-CN" w:bidi="ar-SA"/>
    </w:rPr>
  </w:style>
  <w:style w:type="character" w:customStyle="1" w:styleId="apple-converted-space">
    <w:name w:val="apple-converted-space"/>
    <w:basedOn w:val="a0"/>
  </w:style>
  <w:style w:type="character" w:customStyle="1" w:styleId="Char3">
    <w:name w:val="页眉 Char"/>
    <w:link w:val="a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d2035Char">
    <w:name w:val="样式 正文缩进d + 首行缩进:  2 字符 段前: 0.35 行 Char"/>
    <w:link w:val="d2035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3"/>
    <w:link w:val="d2035Char"/>
    <w:pPr>
      <w:adjustRightInd w:val="0"/>
      <w:snapToGrid w:val="0"/>
      <w:spacing w:beforeLines="35" w:before="84" w:line="460" w:lineRule="exact"/>
      <w:ind w:firstLineChars="200" w:firstLine="560"/>
      <w:textAlignment w:val="baseline"/>
    </w:pPr>
    <w:rPr>
      <w:rFonts w:eastAsia="楷体_GB2312"/>
      <w:snapToGrid w:val="0"/>
      <w:kern w:val="0"/>
      <w:sz w:val="28"/>
    </w:rPr>
  </w:style>
  <w:style w:type="paragraph" w:customStyle="1" w:styleId="CharCharCharCharCharCharCharChar">
    <w:name w:val="Char Char Char Char Char Char Char Char"/>
    <w:basedOn w:val="a"/>
    <w:pPr>
      <w:ind w:firstLineChars="200" w:firstLine="200"/>
    </w:pPr>
    <w:rPr>
      <w:szCs w:val="21"/>
    </w:rPr>
  </w:style>
  <w:style w:type="paragraph" w:customStyle="1" w:styleId="Char10">
    <w:name w:val="Char1"/>
    <w:basedOn w:val="a"/>
    <w:pPr>
      <w:tabs>
        <w:tab w:val="left" w:pos="360"/>
        <w:tab w:val="left" w:pos="960"/>
      </w:tabs>
      <w:ind w:left="284" w:hanging="360"/>
    </w:pPr>
  </w:style>
  <w:style w:type="paragraph" w:customStyle="1" w:styleId="611">
    <w:name w:val="6.11正文"/>
    <w:basedOn w:val="a"/>
    <w:pPr>
      <w:spacing w:line="400" w:lineRule="exact"/>
      <w:ind w:firstLineChars="200" w:firstLine="200"/>
    </w:pPr>
    <w:rPr>
      <w:kern w:val="0"/>
      <w:sz w:val="24"/>
      <w:szCs w:val="24"/>
    </w:rPr>
  </w:style>
  <w:style w:type="paragraph" w:customStyle="1" w:styleId="10">
    <w:name w:val="列出段落1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修订1"/>
    <w:uiPriority w:val="99"/>
    <w:semiHidden/>
    <w:rPr>
      <w:kern w:val="2"/>
      <w:sz w:val="21"/>
    </w:rPr>
  </w:style>
  <w:style w:type="paragraph" w:customStyle="1" w:styleId="CharCharCharCharCharCharCharCharCharChar">
    <w:name w:val="Char Char Char Char Char Char 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30"/>
      <w:szCs w:val="30"/>
      <w:lang w:eastAsia="en-US"/>
    </w:rPr>
  </w:style>
  <w:style w:type="paragraph" w:customStyle="1" w:styleId="X">
    <w:name w:val="X正文汉字"/>
    <w:basedOn w:val="a"/>
    <w:pPr>
      <w:widowControl/>
      <w:spacing w:line="300" w:lineRule="auto"/>
      <w:ind w:firstLineChars="200" w:firstLine="480"/>
    </w:pPr>
    <w:rPr>
      <w:rFonts w:ascii="宋体" w:hAnsi="宋体"/>
      <w:kern w:val="0"/>
      <w:sz w:val="24"/>
    </w:rPr>
  </w:style>
  <w:style w:type="paragraph" w:customStyle="1" w:styleId="Char1CharCharChar">
    <w:name w:val="Char1 Char Char Char"/>
    <w:basedOn w:val="a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1"/>
      <w:lang w:eastAsia="en-US"/>
    </w:rPr>
  </w:style>
  <w:style w:type="paragraph" w:customStyle="1" w:styleId="Text">
    <w:name w:val="Text"/>
    <w:basedOn w:val="a"/>
    <w:pPr>
      <w:autoSpaceDE w:val="0"/>
      <w:autoSpaceDN w:val="0"/>
      <w:spacing w:line="252" w:lineRule="auto"/>
      <w:ind w:firstLine="202"/>
    </w:pPr>
    <w:rPr>
      <w:kern w:val="0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qFormat="1"/>
    <w:lsdException w:name="Emphasis" w:uiPriority="20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Lines="50" w:afterLines="50"/>
      <w:outlineLvl w:val="1"/>
    </w:pPr>
    <w:rPr>
      <w:rFonts w:eastAsia="黑体"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Lines="50" w:afterLines="50"/>
      <w:ind w:firstLineChars="200" w:firstLine="200"/>
      <w:outlineLvl w:val="2"/>
    </w:pPr>
    <w:rPr>
      <w:rFonts w:eastAsia="黑体" w:hAnsi="宋体"/>
      <w:bCs/>
      <w:sz w:val="28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ind w:firstLineChars="200" w:firstLine="200"/>
      <w:outlineLvl w:val="4"/>
    </w:pPr>
    <w:rPr>
      <w:rFonts w:hAnsi="宋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360" w:lineRule="exact"/>
      <w:ind w:firstLine="420"/>
    </w:pPr>
    <w:rPr>
      <w:sz w:val="24"/>
    </w:rPr>
  </w:style>
  <w:style w:type="paragraph" w:styleId="a4">
    <w:name w:val="caption"/>
    <w:basedOn w:val="a"/>
    <w:next w:val="a"/>
    <w:qFormat/>
    <w:pPr>
      <w:spacing w:before="120" w:after="120"/>
      <w:jc w:val="center"/>
    </w:pPr>
    <w:rPr>
      <w:rFonts w:cs="Arial"/>
      <w:kern w:val="40"/>
    </w:rPr>
  </w:style>
  <w:style w:type="paragraph" w:styleId="a5">
    <w:name w:val="Document Map"/>
    <w:basedOn w:val="a"/>
    <w:link w:val="Char"/>
    <w:rPr>
      <w:rFonts w:ascii="宋体"/>
      <w:sz w:val="18"/>
      <w:szCs w:val="18"/>
    </w:rPr>
  </w:style>
  <w:style w:type="paragraph" w:styleId="a6">
    <w:name w:val="annotation text"/>
    <w:basedOn w:val="a"/>
    <w:link w:val="Char0"/>
    <w:pPr>
      <w:jc w:val="left"/>
    </w:pPr>
  </w:style>
  <w:style w:type="paragraph" w:styleId="a7">
    <w:name w:val="Body Text"/>
    <w:basedOn w:val="a"/>
    <w:pPr>
      <w:spacing w:after="120"/>
    </w:pPr>
  </w:style>
  <w:style w:type="paragraph" w:styleId="a8">
    <w:name w:val="Body Text Indent"/>
    <w:basedOn w:val="a"/>
    <w:pPr>
      <w:ind w:left="378" w:hangingChars="180" w:hanging="378"/>
    </w:pPr>
    <w:rPr>
      <w:rFonts w:ascii="宋体" w:hAnsi="宋体"/>
    </w:rPr>
  </w:style>
  <w:style w:type="paragraph" w:styleId="a9">
    <w:name w:val="Plain Text"/>
    <w:basedOn w:val="a"/>
    <w:link w:val="Char1"/>
    <w:rPr>
      <w:rFonts w:ascii="宋体" w:hAnsi="Courier New" w:cs="Courier New"/>
      <w:szCs w:val="21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ab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annotation subject"/>
    <w:basedOn w:val="a6"/>
    <w:next w:val="a6"/>
    <w:link w:val="Char4"/>
    <w:rPr>
      <w:b/>
      <w:bCs/>
    </w:rPr>
  </w:style>
  <w:style w:type="table" w:styleId="af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</w:style>
  <w:style w:type="character" w:styleId="af1">
    <w:name w:val="Emphasis"/>
    <w:uiPriority w:val="20"/>
    <w:qFormat/>
    <w:rPr>
      <w:i/>
      <w:iCs/>
    </w:rPr>
  </w:style>
  <w:style w:type="character" w:styleId="af2">
    <w:name w:val="Hyperlink"/>
    <w:uiPriority w:val="99"/>
    <w:rPr>
      <w:color w:val="0000FF"/>
      <w:u w:val="single"/>
    </w:rPr>
  </w:style>
  <w:style w:type="character" w:styleId="af3">
    <w:name w:val="annotation reference"/>
    <w:rPr>
      <w:sz w:val="21"/>
      <w:szCs w:val="21"/>
    </w:rPr>
  </w:style>
  <w:style w:type="character" w:customStyle="1" w:styleId="Char5">
    <w:name w:val="列出段落 Char"/>
    <w:link w:val="af4"/>
    <w:rPr>
      <w:rFonts w:eastAsia="宋体"/>
      <w:kern w:val="2"/>
      <w:sz w:val="24"/>
      <w:szCs w:val="24"/>
      <w:lang w:bidi="ar-SA"/>
    </w:rPr>
  </w:style>
  <w:style w:type="paragraph" w:styleId="af4">
    <w:name w:val="List Paragraph"/>
    <w:basedOn w:val="a"/>
    <w:link w:val="Char5"/>
    <w:qFormat/>
    <w:pPr>
      <w:spacing w:line="440" w:lineRule="exact"/>
      <w:ind w:firstLineChars="200" w:firstLine="420"/>
    </w:pPr>
    <w:rPr>
      <w:sz w:val="24"/>
      <w:szCs w:val="24"/>
    </w:rPr>
  </w:style>
  <w:style w:type="character" w:customStyle="1" w:styleId="2Char">
    <w:name w:val="标题 2 Char"/>
    <w:link w:val="2"/>
    <w:rPr>
      <w:rFonts w:eastAsia="黑体"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link w:val="3"/>
    <w:rPr>
      <w:rFonts w:eastAsia="黑体" w:hAnsi="宋体"/>
      <w:bCs/>
      <w:kern w:val="2"/>
      <w:sz w:val="28"/>
      <w:szCs w:val="32"/>
      <w:lang w:val="en-US" w:eastAsia="zh-CN" w:bidi="ar-SA"/>
    </w:rPr>
  </w:style>
  <w:style w:type="character" w:customStyle="1" w:styleId="fontstyle01">
    <w:name w:val="fontstyle01"/>
    <w:rPr>
      <w:rFonts w:ascii="宋体" w:eastAsia="宋体" w:hAnsi="宋体" w:hint="eastAsia"/>
      <w:color w:val="000000"/>
      <w:sz w:val="24"/>
      <w:szCs w:val="24"/>
    </w:rPr>
  </w:style>
  <w:style w:type="character" w:customStyle="1" w:styleId="222Char">
    <w:name w:val="样式 宋小四 22 磅 + 首行缩进: 2 字符 Char"/>
    <w:link w:val="222"/>
    <w:rPr>
      <w:rFonts w:eastAsia="宋体"/>
      <w:sz w:val="24"/>
      <w:lang w:bidi="ar-SA"/>
    </w:rPr>
  </w:style>
  <w:style w:type="paragraph" w:customStyle="1" w:styleId="222">
    <w:name w:val="样式 宋小四 22 磅 + 首行缩进: 2 字符"/>
    <w:basedOn w:val="a"/>
    <w:link w:val="222Char"/>
    <w:pPr>
      <w:spacing w:line="440" w:lineRule="exact"/>
      <w:ind w:firstLineChars="200" w:firstLine="480"/>
      <w:textAlignment w:val="center"/>
    </w:pPr>
    <w:rPr>
      <w:kern w:val="0"/>
      <w:sz w:val="24"/>
    </w:rPr>
  </w:style>
  <w:style w:type="character" w:customStyle="1" w:styleId="Char4">
    <w:name w:val="批注主题 Char"/>
    <w:link w:val="ae"/>
    <w:rPr>
      <w:b/>
      <w:bCs/>
      <w:kern w:val="2"/>
      <w:sz w:val="21"/>
    </w:rPr>
  </w:style>
  <w:style w:type="character" w:customStyle="1" w:styleId="Char">
    <w:name w:val="文档结构图 Char"/>
    <w:link w:val="a5"/>
    <w:rPr>
      <w:rFonts w:ascii="宋体" w:eastAsia="宋体"/>
      <w:kern w:val="2"/>
      <w:sz w:val="18"/>
      <w:szCs w:val="18"/>
      <w:lang w:val="en-US" w:eastAsia="zh-CN" w:bidi="ar-SA"/>
    </w:rPr>
  </w:style>
  <w:style w:type="character" w:customStyle="1" w:styleId="MTDisplayEquationChar">
    <w:name w:val="MTDisplayEquation Char"/>
    <w:link w:val="MTDisplayEquation"/>
    <w:rPr>
      <w:rFonts w:eastAsia="宋体"/>
      <w:sz w:val="24"/>
      <w:szCs w:val="21"/>
      <w:lang w:bidi="ar-SA"/>
    </w:r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  <w:spacing w:line="400" w:lineRule="exact"/>
    </w:pPr>
    <w:rPr>
      <w:kern w:val="0"/>
      <w:sz w:val="24"/>
      <w:szCs w:val="21"/>
    </w:rPr>
  </w:style>
  <w:style w:type="character" w:customStyle="1" w:styleId="HTMLChar">
    <w:name w:val="HTML 预设格式 Char"/>
    <w:link w:val="HTML"/>
    <w:uiPriority w:val="99"/>
    <w:rPr>
      <w:rFonts w:ascii="宋体" w:hAnsi="宋体" w:cs="宋体"/>
      <w:sz w:val="24"/>
      <w:szCs w:val="24"/>
    </w:rPr>
  </w:style>
  <w:style w:type="character" w:customStyle="1" w:styleId="headline-content2">
    <w:name w:val="headline-content2"/>
    <w:basedOn w:val="a0"/>
  </w:style>
  <w:style w:type="character" w:customStyle="1" w:styleId="22ptChar">
    <w:name w:val="正文22pt Char"/>
    <w:link w:val="22pt"/>
    <w:rPr>
      <w:rFonts w:eastAsia="宋体" w:hAnsi="宋体"/>
      <w:kern w:val="2"/>
      <w:sz w:val="24"/>
      <w:szCs w:val="24"/>
      <w:lang w:val="en-US" w:eastAsia="zh-CN" w:bidi="ar-SA"/>
    </w:rPr>
  </w:style>
  <w:style w:type="paragraph" w:customStyle="1" w:styleId="22pt">
    <w:name w:val="正文22pt"/>
    <w:basedOn w:val="a"/>
    <w:link w:val="22ptChar"/>
    <w:qFormat/>
    <w:pPr>
      <w:spacing w:line="440" w:lineRule="exact"/>
      <w:ind w:firstLineChars="200" w:firstLine="480"/>
    </w:pPr>
    <w:rPr>
      <w:rFonts w:hAnsi="宋体"/>
      <w:sz w:val="24"/>
      <w:szCs w:val="24"/>
    </w:rPr>
  </w:style>
  <w:style w:type="character" w:customStyle="1" w:styleId="af5">
    <w:name w:val="行間詰め (文字)"/>
    <w:link w:val="af6"/>
    <w:rPr>
      <w:rFonts w:hAnsi="宋体"/>
      <w:kern w:val="2"/>
      <w:sz w:val="24"/>
      <w:szCs w:val="24"/>
      <w:lang w:val="en-US" w:eastAsia="zh-CN" w:bidi="ar-SA"/>
    </w:rPr>
  </w:style>
  <w:style w:type="paragraph" w:customStyle="1" w:styleId="af6">
    <w:name w:val="行間詰め"/>
    <w:link w:val="af5"/>
    <w:qFormat/>
    <w:pPr>
      <w:widowControl w:val="0"/>
      <w:ind w:firstLineChars="200" w:firstLine="200"/>
      <w:jc w:val="both"/>
    </w:pPr>
    <w:rPr>
      <w:rFonts w:hAnsi="宋体"/>
      <w:kern w:val="2"/>
      <w:sz w:val="24"/>
      <w:szCs w:val="24"/>
    </w:rPr>
  </w:style>
  <w:style w:type="character" w:customStyle="1" w:styleId="Char6">
    <w:name w:val="图 Char"/>
    <w:link w:val="af7"/>
    <w:rPr>
      <w:rFonts w:eastAsia="宋体"/>
      <w:kern w:val="2"/>
      <w:sz w:val="21"/>
      <w:szCs w:val="21"/>
      <w:lang w:val="en-GB" w:eastAsia="zh-CN" w:bidi="ar-SA"/>
    </w:rPr>
  </w:style>
  <w:style w:type="paragraph" w:customStyle="1" w:styleId="af7">
    <w:name w:val="图"/>
    <w:basedOn w:val="a"/>
    <w:link w:val="Char6"/>
    <w:qFormat/>
    <w:pPr>
      <w:ind w:firstLineChars="200" w:firstLine="200"/>
      <w:jc w:val="center"/>
      <w:textAlignment w:val="baseline"/>
    </w:pPr>
    <w:rPr>
      <w:szCs w:val="21"/>
      <w:lang w:val="en-GB"/>
    </w:rPr>
  </w:style>
  <w:style w:type="character" w:customStyle="1" w:styleId="Char0">
    <w:name w:val="批注文字 Char"/>
    <w:link w:val="a6"/>
    <w:rPr>
      <w:kern w:val="2"/>
      <w:sz w:val="21"/>
    </w:rPr>
  </w:style>
  <w:style w:type="character" w:styleId="af8">
    <w:name w:val="Placeholder Text"/>
    <w:uiPriority w:val="99"/>
    <w:unhideWhenUsed/>
    <w:rPr>
      <w:color w:val="808080"/>
    </w:rPr>
  </w:style>
  <w:style w:type="character" w:customStyle="1" w:styleId="Char7">
    <w:name w:val="表头 Char"/>
    <w:link w:val="af9"/>
    <w:rPr>
      <w:kern w:val="2"/>
      <w:sz w:val="24"/>
      <w:szCs w:val="22"/>
    </w:rPr>
  </w:style>
  <w:style w:type="paragraph" w:customStyle="1" w:styleId="af9">
    <w:name w:val="表头"/>
    <w:basedOn w:val="a"/>
    <w:link w:val="Char7"/>
    <w:qFormat/>
    <w:pPr>
      <w:spacing w:beforeLines="50" w:before="50" w:afterLines="50" w:after="50"/>
      <w:ind w:firstLineChars="200" w:firstLine="200"/>
      <w:jc w:val="center"/>
    </w:pPr>
    <w:rPr>
      <w:sz w:val="24"/>
      <w:szCs w:val="22"/>
    </w:rPr>
  </w:style>
  <w:style w:type="character" w:customStyle="1" w:styleId="Char1">
    <w:name w:val="纯文本 Char"/>
    <w:link w:val="a9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fontstyle21">
    <w:name w:val="fontstyle2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5Char">
    <w:name w:val="标题 5 Char"/>
    <w:link w:val="5"/>
    <w:semiHidden/>
    <w:rPr>
      <w:rFonts w:eastAsia="宋体" w:hAnsi="宋体"/>
      <w:b/>
      <w:bCs/>
      <w:kern w:val="2"/>
      <w:sz w:val="28"/>
      <w:szCs w:val="28"/>
      <w:lang w:val="en-US" w:eastAsia="zh-CN" w:bidi="ar-SA"/>
    </w:rPr>
  </w:style>
  <w:style w:type="character" w:customStyle="1" w:styleId="4Char">
    <w:name w:val="标题 4 Char"/>
    <w:link w:val="4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apple-style-span">
    <w:name w:val="apple-style-span"/>
  </w:style>
  <w:style w:type="character" w:customStyle="1" w:styleId="Char2">
    <w:name w:val="页脚 Char"/>
    <w:link w:val="ab"/>
    <w:rPr>
      <w:rFonts w:eastAsia="宋体"/>
      <w:kern w:val="2"/>
      <w:sz w:val="18"/>
      <w:lang w:val="en-US" w:eastAsia="zh-CN" w:bidi="ar-SA"/>
    </w:rPr>
  </w:style>
  <w:style w:type="character" w:customStyle="1" w:styleId="apple-converted-space">
    <w:name w:val="apple-converted-space"/>
    <w:basedOn w:val="a0"/>
  </w:style>
  <w:style w:type="character" w:customStyle="1" w:styleId="Char3">
    <w:name w:val="页眉 Char"/>
    <w:link w:val="a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d2035Char">
    <w:name w:val="样式 正文缩进d + 首行缩进:  2 字符 段前: 0.35 行 Char"/>
    <w:link w:val="d2035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3"/>
    <w:link w:val="d2035Char"/>
    <w:pPr>
      <w:adjustRightInd w:val="0"/>
      <w:snapToGrid w:val="0"/>
      <w:spacing w:beforeLines="35" w:before="84" w:line="460" w:lineRule="exact"/>
      <w:ind w:firstLineChars="200" w:firstLine="560"/>
      <w:textAlignment w:val="baseline"/>
    </w:pPr>
    <w:rPr>
      <w:rFonts w:eastAsia="楷体_GB2312"/>
      <w:snapToGrid w:val="0"/>
      <w:kern w:val="0"/>
      <w:sz w:val="28"/>
    </w:rPr>
  </w:style>
  <w:style w:type="paragraph" w:customStyle="1" w:styleId="CharCharCharCharCharCharCharChar">
    <w:name w:val="Char Char Char Char Char Char Char Char"/>
    <w:basedOn w:val="a"/>
    <w:pPr>
      <w:ind w:firstLineChars="200" w:firstLine="200"/>
    </w:pPr>
    <w:rPr>
      <w:szCs w:val="21"/>
    </w:rPr>
  </w:style>
  <w:style w:type="paragraph" w:customStyle="1" w:styleId="Char10">
    <w:name w:val="Char1"/>
    <w:basedOn w:val="a"/>
    <w:pPr>
      <w:tabs>
        <w:tab w:val="left" w:pos="360"/>
        <w:tab w:val="left" w:pos="960"/>
      </w:tabs>
      <w:ind w:left="284" w:hanging="360"/>
    </w:pPr>
  </w:style>
  <w:style w:type="paragraph" w:customStyle="1" w:styleId="611">
    <w:name w:val="6.11正文"/>
    <w:basedOn w:val="a"/>
    <w:pPr>
      <w:spacing w:line="400" w:lineRule="exact"/>
      <w:ind w:firstLineChars="200" w:firstLine="200"/>
    </w:pPr>
    <w:rPr>
      <w:kern w:val="0"/>
      <w:sz w:val="24"/>
      <w:szCs w:val="24"/>
    </w:rPr>
  </w:style>
  <w:style w:type="paragraph" w:customStyle="1" w:styleId="10">
    <w:name w:val="列出段落1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修订1"/>
    <w:uiPriority w:val="99"/>
    <w:semiHidden/>
    <w:rPr>
      <w:kern w:val="2"/>
      <w:sz w:val="21"/>
    </w:rPr>
  </w:style>
  <w:style w:type="paragraph" w:customStyle="1" w:styleId="CharCharCharCharCharCharCharCharCharChar">
    <w:name w:val="Char Char Char Char Char Char 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30"/>
      <w:szCs w:val="30"/>
      <w:lang w:eastAsia="en-US"/>
    </w:rPr>
  </w:style>
  <w:style w:type="paragraph" w:customStyle="1" w:styleId="X">
    <w:name w:val="X正文汉字"/>
    <w:basedOn w:val="a"/>
    <w:pPr>
      <w:widowControl/>
      <w:spacing w:line="300" w:lineRule="auto"/>
      <w:ind w:firstLineChars="200" w:firstLine="480"/>
    </w:pPr>
    <w:rPr>
      <w:rFonts w:ascii="宋体" w:hAnsi="宋体"/>
      <w:kern w:val="0"/>
      <w:sz w:val="24"/>
    </w:rPr>
  </w:style>
  <w:style w:type="paragraph" w:customStyle="1" w:styleId="Char1CharCharChar">
    <w:name w:val="Char1 Char Char Char"/>
    <w:basedOn w:val="a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1"/>
      <w:lang w:eastAsia="en-US"/>
    </w:rPr>
  </w:style>
  <w:style w:type="paragraph" w:customStyle="1" w:styleId="Text">
    <w:name w:val="Text"/>
    <w:basedOn w:val="a"/>
    <w:pPr>
      <w:autoSpaceDE w:val="0"/>
      <w:autoSpaceDN w:val="0"/>
      <w:spacing w:line="252" w:lineRule="auto"/>
      <w:ind w:firstLine="202"/>
    </w:pPr>
    <w:rPr>
      <w:kern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2791;&#20221;\chen\&#30003;&#35831;&#34920;&#26684;\2003.6.24\sms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sms.dot</Template>
  <TotalTime>144</TotalTime>
  <Pages>3</Pages>
  <Words>275</Words>
  <Characters>1573</Characters>
  <Application>Microsoft Office Word</Application>
  <DocSecurity>0</DocSecurity>
  <Lines>13</Lines>
  <Paragraphs>3</Paragraphs>
  <ScaleCrop>false</ScaleCrop>
  <Company>sipo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10003     2002</dc:title>
  <dc:creator>cxf</dc:creator>
  <cp:lastModifiedBy>lenovo</cp:lastModifiedBy>
  <cp:revision>57</cp:revision>
  <cp:lastPrinted>2016-12-12T09:08:00Z</cp:lastPrinted>
  <dcterms:created xsi:type="dcterms:W3CDTF">2018-08-06T03:50:00Z</dcterms:created>
  <dcterms:modified xsi:type="dcterms:W3CDTF">2023-04-14T22:18:00Z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